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5964D" w14:textId="77777777" w:rsidR="00D01F40" w:rsidRPr="008C33D2" w:rsidRDefault="00D01F40" w:rsidP="00D01F40">
      <w:pPr>
        <w:ind w:right="-1"/>
        <w:jc w:val="both"/>
        <w:rPr>
          <w:rFonts w:ascii="Comic Sans MS" w:hAnsi="Comic Sans MS"/>
          <w:iCs/>
          <w:color w:val="0000FF"/>
          <w:sz w:val="16"/>
          <w:szCs w:val="16"/>
        </w:rPr>
      </w:pPr>
    </w:p>
    <w:p w14:paraId="0FF8A1C2" w14:textId="77777777" w:rsidR="00D01F40" w:rsidRPr="008C33D2" w:rsidRDefault="00D01F40" w:rsidP="00D01F40">
      <w:pPr>
        <w:ind w:right="-1"/>
        <w:jc w:val="both"/>
        <w:rPr>
          <w:rFonts w:ascii="Comic Sans MS" w:hAnsi="Comic Sans MS"/>
          <w:i/>
          <w:color w:val="0070C0"/>
          <w:sz w:val="16"/>
          <w:szCs w:val="16"/>
        </w:rPr>
      </w:pPr>
    </w:p>
    <w:p w14:paraId="50625010" w14:textId="77777777" w:rsidR="00D01F40" w:rsidRPr="008C33D2" w:rsidRDefault="00D01F40" w:rsidP="00D01F40">
      <w:pPr>
        <w:ind w:right="-1"/>
        <w:jc w:val="both"/>
        <w:rPr>
          <w:rFonts w:ascii="Comic Sans MS" w:hAnsi="Comic Sans MS"/>
          <w:i/>
          <w:color w:val="0070C0"/>
          <w:sz w:val="16"/>
          <w:szCs w:val="16"/>
        </w:rPr>
      </w:pPr>
    </w:p>
    <w:p w14:paraId="66A665AE" w14:textId="3B478A17" w:rsidR="00D01F40" w:rsidRPr="008C33D2" w:rsidRDefault="00D01F40" w:rsidP="00D01F40">
      <w:pPr>
        <w:ind w:right="282"/>
        <w:jc w:val="both"/>
        <w:rPr>
          <w:rFonts w:ascii="Comic Sans MS" w:hAnsi="Comic Sans MS"/>
          <w:b/>
          <w:sz w:val="16"/>
          <w:szCs w:val="16"/>
          <w:u w:val="single"/>
        </w:rPr>
      </w:pPr>
      <w:r w:rsidRPr="008C33D2">
        <w:rPr>
          <w:rFonts w:ascii="Comic Sans MS" w:hAnsi="Comic Sans MS"/>
          <w:b/>
          <w:sz w:val="16"/>
          <w:szCs w:val="16"/>
          <w:u w:val="single"/>
        </w:rPr>
        <w:t xml:space="preserve">Question N° : </w:t>
      </w:r>
      <w:r w:rsidRPr="008C33D2">
        <w:rPr>
          <w:rFonts w:ascii="Comic Sans MS" w:hAnsi="Comic Sans MS"/>
          <w:bCs/>
          <w:sz w:val="16"/>
          <w:szCs w:val="16"/>
          <w:u w:val="single"/>
        </w:rPr>
        <w:t>« planification de la plongée » (7 points)</w:t>
      </w:r>
    </w:p>
    <w:p w14:paraId="1897A552" w14:textId="77777777" w:rsidR="00D01F40" w:rsidRPr="008C33D2" w:rsidRDefault="00D01F40" w:rsidP="00D01F40">
      <w:pPr>
        <w:ind w:right="282"/>
        <w:jc w:val="both"/>
        <w:rPr>
          <w:rFonts w:ascii="Comic Sans MS" w:hAnsi="Comic Sans MS"/>
          <w:bCs/>
          <w:sz w:val="16"/>
          <w:szCs w:val="16"/>
        </w:rPr>
      </w:pPr>
    </w:p>
    <w:p w14:paraId="0CADFDDA" w14:textId="77777777" w:rsidR="00D01F40" w:rsidRPr="008C33D2" w:rsidRDefault="00D01F40" w:rsidP="00D01F40">
      <w:pPr>
        <w:ind w:right="282"/>
        <w:jc w:val="both"/>
        <w:rPr>
          <w:rFonts w:ascii="Comic Sans MS" w:hAnsi="Comic Sans MS"/>
          <w:bCs/>
          <w:sz w:val="16"/>
          <w:szCs w:val="16"/>
        </w:rPr>
      </w:pPr>
      <w:r w:rsidRPr="008C33D2">
        <w:rPr>
          <w:rFonts w:ascii="Comic Sans MS" w:hAnsi="Comic Sans MS"/>
          <w:bCs/>
          <w:sz w:val="16"/>
          <w:szCs w:val="16"/>
        </w:rPr>
        <w:t>Les plongeurs disposent chacun d’un bloc de 15 l d’air gonflé à 220 b et d’un bloc de 7 l gonflé à 200 b avec un nitrox 70 %.</w:t>
      </w:r>
    </w:p>
    <w:p w14:paraId="09F05D7B" w14:textId="77777777" w:rsidR="00D01F40" w:rsidRPr="008C33D2" w:rsidRDefault="00D01F40" w:rsidP="00D01F40">
      <w:pPr>
        <w:ind w:right="282"/>
        <w:jc w:val="both"/>
        <w:rPr>
          <w:rFonts w:ascii="Comic Sans MS" w:hAnsi="Comic Sans MS"/>
          <w:bCs/>
          <w:sz w:val="16"/>
          <w:szCs w:val="16"/>
        </w:rPr>
      </w:pPr>
    </w:p>
    <w:p w14:paraId="653EDD85" w14:textId="77777777" w:rsidR="00D01F40" w:rsidRPr="008C33D2" w:rsidRDefault="00D01F40" w:rsidP="00D01F40">
      <w:pPr>
        <w:numPr>
          <w:ilvl w:val="0"/>
          <w:numId w:val="49"/>
        </w:numPr>
        <w:ind w:right="282"/>
        <w:jc w:val="both"/>
        <w:rPr>
          <w:rFonts w:ascii="Comic Sans MS" w:hAnsi="Comic Sans MS"/>
          <w:bCs/>
          <w:sz w:val="16"/>
          <w:szCs w:val="16"/>
        </w:rPr>
      </w:pPr>
      <w:r w:rsidRPr="008C33D2">
        <w:rPr>
          <w:rFonts w:ascii="Comic Sans MS" w:hAnsi="Comic Sans MS"/>
          <w:bCs/>
          <w:sz w:val="16"/>
          <w:szCs w:val="16"/>
        </w:rPr>
        <w:t>A quelle profondeur les plongeurs peuvent-ils prendre le nitrox 70 % lors de leur remontée ?</w:t>
      </w:r>
    </w:p>
    <w:p w14:paraId="37C52D1B" w14:textId="77777777" w:rsidR="00D01F40" w:rsidRPr="008C33D2" w:rsidRDefault="00D01F40" w:rsidP="00D01F40">
      <w:pPr>
        <w:ind w:left="720" w:right="282"/>
        <w:jc w:val="both"/>
        <w:rPr>
          <w:rFonts w:ascii="Comic Sans MS" w:hAnsi="Comic Sans MS"/>
          <w:bCs/>
          <w:i/>
          <w:color w:val="0070C0"/>
          <w:sz w:val="16"/>
          <w:szCs w:val="16"/>
        </w:rPr>
      </w:pPr>
      <w:r w:rsidRPr="008C33D2">
        <w:rPr>
          <w:rFonts w:ascii="Comic Sans MS" w:hAnsi="Comic Sans MS"/>
          <w:bCs/>
          <w:i/>
          <w:color w:val="0070C0"/>
          <w:sz w:val="16"/>
          <w:szCs w:val="16"/>
        </w:rPr>
        <w:t>On considère que nous ne devons pas dépasser une PpO2 de 1.6 b.</w:t>
      </w:r>
    </w:p>
    <w:p w14:paraId="22602CF7" w14:textId="77777777" w:rsidR="00D01F40" w:rsidRPr="008C33D2" w:rsidRDefault="00D01F40" w:rsidP="00D01F40">
      <w:pPr>
        <w:ind w:left="720" w:right="282"/>
        <w:jc w:val="both"/>
        <w:rPr>
          <w:rFonts w:ascii="Comic Sans MS" w:hAnsi="Comic Sans MS"/>
          <w:bCs/>
          <w:i/>
          <w:color w:val="0070C0"/>
          <w:sz w:val="16"/>
          <w:szCs w:val="16"/>
        </w:rPr>
      </w:pPr>
      <w:r w:rsidRPr="008C33D2">
        <w:rPr>
          <w:rFonts w:ascii="Comic Sans MS" w:hAnsi="Comic Sans MS"/>
          <w:bCs/>
          <w:i/>
          <w:color w:val="0070C0"/>
          <w:sz w:val="16"/>
          <w:szCs w:val="16"/>
        </w:rPr>
        <w:t>1.6 = 0.7 * Pabs, soit Pabs = 2.28 b</w:t>
      </w:r>
    </w:p>
    <w:p w14:paraId="5EA9D67F" w14:textId="77777777" w:rsidR="00D01F40" w:rsidRPr="008C33D2" w:rsidRDefault="00D01F40" w:rsidP="00D01F40">
      <w:pPr>
        <w:ind w:left="720" w:right="282"/>
        <w:jc w:val="both"/>
        <w:rPr>
          <w:rFonts w:ascii="Comic Sans MS" w:hAnsi="Comic Sans MS"/>
          <w:bCs/>
          <w:i/>
          <w:color w:val="0070C0"/>
          <w:sz w:val="16"/>
          <w:szCs w:val="16"/>
        </w:rPr>
      </w:pPr>
      <w:r w:rsidRPr="008C33D2">
        <w:rPr>
          <w:rFonts w:ascii="Comic Sans MS" w:hAnsi="Comic Sans MS"/>
          <w:bCs/>
          <w:i/>
          <w:color w:val="0070C0"/>
          <w:sz w:val="16"/>
          <w:szCs w:val="16"/>
        </w:rPr>
        <w:t>Cela fait une profondeur de 12.8, que nous pouvons arrondir à 12 m par sécurité. (1pt)</w:t>
      </w:r>
    </w:p>
    <w:p w14:paraId="3496AD04" w14:textId="77777777" w:rsidR="00D01F40" w:rsidRPr="008C33D2" w:rsidRDefault="00D01F40" w:rsidP="00D01F40">
      <w:pPr>
        <w:ind w:right="282"/>
        <w:jc w:val="both"/>
        <w:rPr>
          <w:rFonts w:ascii="Comic Sans MS" w:hAnsi="Comic Sans MS"/>
          <w:bCs/>
          <w:sz w:val="16"/>
          <w:szCs w:val="16"/>
        </w:rPr>
      </w:pPr>
    </w:p>
    <w:p w14:paraId="137834FE" w14:textId="77777777" w:rsidR="00D01F40" w:rsidRDefault="00D01F40" w:rsidP="00D01F40">
      <w:pPr>
        <w:numPr>
          <w:ilvl w:val="0"/>
          <w:numId w:val="49"/>
        </w:numPr>
        <w:ind w:right="282"/>
        <w:jc w:val="both"/>
        <w:rPr>
          <w:rFonts w:ascii="Comic Sans MS" w:hAnsi="Comic Sans MS"/>
          <w:bCs/>
          <w:sz w:val="16"/>
          <w:szCs w:val="16"/>
        </w:rPr>
      </w:pPr>
      <w:r w:rsidRPr="008C33D2">
        <w:rPr>
          <w:rFonts w:ascii="Comic Sans MS" w:hAnsi="Comic Sans MS"/>
          <w:bCs/>
          <w:sz w:val="16"/>
          <w:szCs w:val="16"/>
        </w:rPr>
        <w:t>En tenant compte de leur configuration en gaz, voilà deux options possibles calculées par leur moyen de décompression, pour une profondeur de 45 m :</w:t>
      </w:r>
    </w:p>
    <w:p w14:paraId="58B26D9E" w14:textId="77777777" w:rsidR="00275D86" w:rsidRPr="008C33D2" w:rsidRDefault="00275D86" w:rsidP="00275D86">
      <w:pPr>
        <w:ind w:right="282"/>
        <w:jc w:val="both"/>
        <w:rPr>
          <w:rFonts w:ascii="Comic Sans MS" w:hAnsi="Comic Sans MS"/>
          <w:bCs/>
          <w:sz w:val="16"/>
          <w:szCs w:val="16"/>
        </w:rPr>
      </w:pPr>
    </w:p>
    <w:p w14:paraId="0595B324" w14:textId="07829337" w:rsidR="00D01F40" w:rsidRPr="008C33D2" w:rsidRDefault="00275D86" w:rsidP="00D01F40">
      <w:pPr>
        <w:ind w:right="282"/>
        <w:jc w:val="both"/>
        <w:rPr>
          <w:rFonts w:ascii="Comic Sans MS" w:hAnsi="Comic Sans MS"/>
          <w:bCs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61BDB6E">
                <wp:simplePos x="0" y="0"/>
                <wp:positionH relativeFrom="column">
                  <wp:posOffset>1011555</wp:posOffset>
                </wp:positionH>
                <wp:positionV relativeFrom="paragraph">
                  <wp:posOffset>80010</wp:posOffset>
                </wp:positionV>
                <wp:extent cx="4562475" cy="1276350"/>
                <wp:effectExtent l="0" t="0" r="0" b="6350"/>
                <wp:wrapNone/>
                <wp:docPr id="95329725" name="Zone de texte 441520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562475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6840" w:type="dxa"/>
                              <w:tblInd w:w="8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180"/>
                              <w:gridCol w:w="1658"/>
                              <w:gridCol w:w="2002"/>
                            </w:tblGrid>
                            <w:tr w:rsidR="00D01F40" w:rsidRPr="00660C9F" w14:paraId="1A80729D" w14:textId="77777777" w:rsidTr="005F38D9">
                              <w:trPr>
                                <w:trHeight w:val="315"/>
                              </w:trPr>
                              <w:tc>
                                <w:tcPr>
                                  <w:tcW w:w="318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A843C93" w14:textId="77777777" w:rsidR="00D01F40" w:rsidRPr="00660C9F" w:rsidRDefault="00D01F40" w:rsidP="005F38D9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</w:rPr>
                                  </w:pPr>
                                  <w:r w:rsidRPr="00660C9F">
                                    <w:rPr>
                                      <w:rFonts w:ascii="Calibri" w:hAnsi="Calibri" w:cs="Calibri"/>
                                    </w:rPr>
                                    <w:t>Temps plongée (temps fond)</w:t>
                                  </w:r>
                                </w:p>
                              </w:tc>
                              <w:tc>
                                <w:tcPr>
                                  <w:tcW w:w="3660" w:type="dxa"/>
                                  <w:gridSpan w:val="2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000000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E14AEBE" w14:textId="77777777" w:rsidR="00D01F40" w:rsidRPr="00660C9F" w:rsidRDefault="00D01F40" w:rsidP="00A550D7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</w:rPr>
                                  </w:pPr>
                                  <w:r w:rsidRPr="00660C9F">
                                    <w:rPr>
                                      <w:rFonts w:ascii="Calibri" w:hAnsi="Calibri" w:cs="Calibri"/>
                                    </w:rPr>
                                    <w:t xml:space="preserve">Profondeur et durée des paliers </w:t>
                                  </w:r>
                                </w:p>
                              </w:tc>
                            </w:tr>
                            <w:tr w:rsidR="00D01F40" w:rsidRPr="00660C9F" w14:paraId="0BDB1989" w14:textId="77777777" w:rsidTr="005F38D9">
                              <w:trPr>
                                <w:trHeight w:val="315"/>
                              </w:trPr>
                              <w:tc>
                                <w:tcPr>
                                  <w:tcW w:w="318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CB99E5E" w14:textId="77777777" w:rsidR="00D01F40" w:rsidRPr="00660C9F" w:rsidRDefault="00D01F40" w:rsidP="005F38D9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</w:rPr>
                                  </w:pPr>
                                  <w:r w:rsidRPr="00660C9F">
                                    <w:rPr>
                                      <w:rFonts w:ascii="Calibri" w:hAnsi="Calibri" w:cs="Calibri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7FD51DF" w14:textId="77777777" w:rsidR="00D01F40" w:rsidRPr="00660C9F" w:rsidRDefault="00D01F40" w:rsidP="005F38D9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</w:rPr>
                                  </w:pPr>
                                  <w:r w:rsidRPr="00660C9F">
                                    <w:rPr>
                                      <w:rFonts w:ascii="Calibri" w:hAnsi="Calibri" w:cs="Calibri"/>
                                    </w:rPr>
                                    <w:t xml:space="preserve"> 6m </w:t>
                                  </w:r>
                                </w:p>
                              </w:tc>
                              <w:tc>
                                <w:tcPr>
                                  <w:tcW w:w="200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C3A83B3" w14:textId="77777777" w:rsidR="00D01F40" w:rsidRPr="00660C9F" w:rsidRDefault="00D01F40" w:rsidP="005F38D9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</w:rPr>
                                  </w:pPr>
                                  <w:r w:rsidRPr="00660C9F">
                                    <w:rPr>
                                      <w:rFonts w:ascii="Calibri" w:hAnsi="Calibri" w:cs="Calibri"/>
                                    </w:rPr>
                                    <w:t>3 m</w:t>
                                  </w:r>
                                </w:p>
                              </w:tc>
                            </w:tr>
                            <w:tr w:rsidR="00D01F40" w:rsidRPr="00660C9F" w14:paraId="2069B576" w14:textId="77777777" w:rsidTr="005F38D9">
                              <w:trPr>
                                <w:trHeight w:val="300"/>
                              </w:trPr>
                              <w:tc>
                                <w:tcPr>
                                  <w:tcW w:w="318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F6F5663" w14:textId="77777777" w:rsidR="00D01F40" w:rsidRPr="00660C9F" w:rsidRDefault="00D01F40" w:rsidP="005F38D9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</w:rPr>
                                  </w:pPr>
                                  <w:r w:rsidRPr="00660C9F">
                                    <w:rPr>
                                      <w:rFonts w:ascii="Calibri" w:hAnsi="Calibri" w:cs="Calibri"/>
                                    </w:rPr>
                                    <w:t>15 min</w:t>
                                  </w:r>
                                </w:p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D5207F5" w14:textId="77777777" w:rsidR="00D01F40" w:rsidRPr="00660C9F" w:rsidRDefault="00D01F40" w:rsidP="005F38D9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</w:rPr>
                                  </w:pPr>
                                  <w:r w:rsidRPr="00660C9F">
                                    <w:rPr>
                                      <w:rFonts w:ascii="Calibri" w:hAnsi="Calibri" w:cs="Calibri"/>
                                    </w:rPr>
                                    <w:t>1 min</w:t>
                                  </w:r>
                                </w:p>
                              </w:tc>
                              <w:tc>
                                <w:tcPr>
                                  <w:tcW w:w="200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F07FC5F" w14:textId="77777777" w:rsidR="00D01F40" w:rsidRPr="00660C9F" w:rsidRDefault="00D01F40" w:rsidP="005F38D9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</w:rPr>
                                  </w:pPr>
                                  <w:r w:rsidRPr="00660C9F">
                                    <w:rPr>
                                      <w:rFonts w:ascii="Calibri" w:hAnsi="Calibri" w:cs="Calibri"/>
                                    </w:rPr>
                                    <w:t xml:space="preserve">6 min </w:t>
                                  </w:r>
                                </w:p>
                              </w:tc>
                            </w:tr>
                            <w:tr w:rsidR="00D01F40" w:rsidRPr="00660C9F" w14:paraId="1FF337AD" w14:textId="77777777" w:rsidTr="005F38D9">
                              <w:trPr>
                                <w:trHeight w:val="315"/>
                              </w:trPr>
                              <w:tc>
                                <w:tcPr>
                                  <w:tcW w:w="318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263278B" w14:textId="77777777" w:rsidR="00D01F40" w:rsidRPr="00660C9F" w:rsidRDefault="00D01F40" w:rsidP="005F38D9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</w:rPr>
                                  </w:pPr>
                                  <w:r w:rsidRPr="00660C9F">
                                    <w:rPr>
                                      <w:rFonts w:ascii="Calibri" w:hAnsi="Calibri" w:cs="Calibri"/>
                                    </w:rPr>
                                    <w:t>20 min</w:t>
                                  </w:r>
                                </w:p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F0B167" w14:textId="77777777" w:rsidR="00D01F40" w:rsidRPr="00660C9F" w:rsidRDefault="00D01F40" w:rsidP="005F38D9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</w:rPr>
                                  </w:pPr>
                                  <w:r w:rsidRPr="00660C9F">
                                    <w:rPr>
                                      <w:rFonts w:ascii="Calibri" w:hAnsi="Calibri" w:cs="Calibri"/>
                                    </w:rPr>
                                    <w:t xml:space="preserve">3 min </w:t>
                                  </w:r>
                                </w:p>
                              </w:tc>
                              <w:tc>
                                <w:tcPr>
                                  <w:tcW w:w="200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CD26ED9" w14:textId="77777777" w:rsidR="00D01F40" w:rsidRPr="00660C9F" w:rsidRDefault="00D01F40" w:rsidP="005F38D9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</w:rPr>
                                  </w:pPr>
                                  <w:r w:rsidRPr="00660C9F">
                                    <w:rPr>
                                      <w:rFonts w:ascii="Calibri" w:hAnsi="Calibri" w:cs="Calibri"/>
                                    </w:rPr>
                                    <w:t xml:space="preserve">15 min </w:t>
                                  </w:r>
                                </w:p>
                              </w:tc>
                            </w:tr>
                            <w:tr w:rsidR="00D01F40" w:rsidRPr="00660C9F" w14:paraId="67002C61" w14:textId="77777777" w:rsidTr="005F38D9">
                              <w:trPr>
                                <w:trHeight w:val="315"/>
                              </w:trPr>
                              <w:tc>
                                <w:tcPr>
                                  <w:tcW w:w="6840" w:type="dxa"/>
                                  <w:gridSpan w:val="3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000000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0ABB9B5" w14:textId="77777777" w:rsidR="00D01F40" w:rsidRPr="00660C9F" w:rsidRDefault="00D01F40" w:rsidP="005F38D9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</w:rPr>
                                  </w:pPr>
                                  <w:r w:rsidRPr="00660C9F">
                                    <w:rPr>
                                      <w:rFonts w:ascii="Calibri" w:hAnsi="Calibri" w:cs="Calibri"/>
                                    </w:rPr>
                                    <w:t>Profondeur = 45 m</w:t>
                                  </w:r>
                                </w:p>
                              </w:tc>
                            </w:tr>
                          </w:tbl>
                          <w:p w14:paraId="0CB382AC" w14:textId="77777777" w:rsidR="00D01F40" w:rsidRDefault="00D01F40" w:rsidP="00D01F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1BDB6E" id="_x0000_t202" coordsize="21600,21600" o:spt="202" path="m,l,21600r21600,l21600,xe">
                <v:stroke joinstyle="miter"/>
                <v:path gradientshapeok="t" o:connecttype="rect"/>
              </v:shapetype>
              <v:shape id="Zone de texte 441520172" o:spid="_x0000_s1026" type="#_x0000_t202" style="position:absolute;left:0;text-align:left;margin-left:79.65pt;margin-top:6.3pt;width:359.25pt;height:100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">
                <v:path arrowok="t"/>
                <v:textbox>
                  <w:txbxContent>
                    <w:tbl>
                      <w:tblPr>
                        <w:tblW w:w="6840" w:type="dxa"/>
                        <w:tblInd w:w="8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180"/>
                        <w:gridCol w:w="1658"/>
                        <w:gridCol w:w="2002"/>
                      </w:tblGrid>
                      <w:tr w:rsidR="00D01F40" w:rsidRPr="00660C9F" w14:paraId="1A80729D" w14:textId="77777777" w:rsidTr="005F38D9">
                        <w:trPr>
                          <w:trHeight w:val="315"/>
                        </w:trPr>
                        <w:tc>
                          <w:tcPr>
                            <w:tcW w:w="318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A843C93" w14:textId="77777777" w:rsidR="00D01F40" w:rsidRPr="00660C9F" w:rsidRDefault="00D01F40" w:rsidP="005F38D9">
                            <w:pPr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 w:rsidRPr="00660C9F">
                              <w:rPr>
                                <w:rFonts w:ascii="Calibri" w:hAnsi="Calibri" w:cs="Calibri"/>
                              </w:rPr>
                              <w:t>Temps plongée (temps fond)</w:t>
                            </w:r>
                          </w:p>
                        </w:tc>
                        <w:tc>
                          <w:tcPr>
                            <w:tcW w:w="3660" w:type="dxa"/>
                            <w:gridSpan w:val="2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000000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E14AEBE" w14:textId="77777777" w:rsidR="00D01F40" w:rsidRPr="00660C9F" w:rsidRDefault="00D01F40" w:rsidP="00A550D7">
                            <w:pPr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 w:rsidRPr="00660C9F">
                              <w:rPr>
                                <w:rFonts w:ascii="Calibri" w:hAnsi="Calibri" w:cs="Calibri"/>
                              </w:rPr>
                              <w:t xml:space="preserve">Profondeur et durée des paliers </w:t>
                            </w:r>
                          </w:p>
                        </w:tc>
                      </w:tr>
                      <w:tr w:rsidR="00D01F40" w:rsidRPr="00660C9F" w14:paraId="0BDB1989" w14:textId="77777777" w:rsidTr="005F38D9">
                        <w:trPr>
                          <w:trHeight w:val="315"/>
                        </w:trPr>
                        <w:tc>
                          <w:tcPr>
                            <w:tcW w:w="3180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CB99E5E" w14:textId="77777777" w:rsidR="00D01F40" w:rsidRPr="00660C9F" w:rsidRDefault="00D01F40" w:rsidP="005F38D9">
                            <w:pPr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 w:rsidRPr="00660C9F">
                              <w:rPr>
                                <w:rFonts w:ascii="Calibri" w:hAnsi="Calibri" w:cs="Calibri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658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7FD51DF" w14:textId="77777777" w:rsidR="00D01F40" w:rsidRPr="00660C9F" w:rsidRDefault="00D01F40" w:rsidP="005F38D9">
                            <w:pPr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 w:rsidRPr="00660C9F">
                              <w:rPr>
                                <w:rFonts w:ascii="Calibri" w:hAnsi="Calibri" w:cs="Calibri"/>
                              </w:rPr>
                              <w:t xml:space="preserve"> 6m </w:t>
                            </w:r>
                          </w:p>
                        </w:tc>
                        <w:tc>
                          <w:tcPr>
                            <w:tcW w:w="2002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C3A83B3" w14:textId="77777777" w:rsidR="00D01F40" w:rsidRPr="00660C9F" w:rsidRDefault="00D01F40" w:rsidP="005F38D9">
                            <w:pPr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 w:rsidRPr="00660C9F">
                              <w:rPr>
                                <w:rFonts w:ascii="Calibri" w:hAnsi="Calibri" w:cs="Calibri"/>
                              </w:rPr>
                              <w:t>3 m</w:t>
                            </w:r>
                          </w:p>
                        </w:tc>
                      </w:tr>
                      <w:tr w:rsidR="00D01F40" w:rsidRPr="00660C9F" w14:paraId="2069B576" w14:textId="77777777" w:rsidTr="005F38D9">
                        <w:trPr>
                          <w:trHeight w:val="300"/>
                        </w:trPr>
                        <w:tc>
                          <w:tcPr>
                            <w:tcW w:w="3180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F6F5663" w14:textId="77777777" w:rsidR="00D01F40" w:rsidRPr="00660C9F" w:rsidRDefault="00D01F40" w:rsidP="005F38D9">
                            <w:pPr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 w:rsidRPr="00660C9F">
                              <w:rPr>
                                <w:rFonts w:ascii="Calibri" w:hAnsi="Calibri" w:cs="Calibri"/>
                              </w:rPr>
                              <w:t>15 min</w:t>
                            </w:r>
                          </w:p>
                        </w:tc>
                        <w:tc>
                          <w:tcPr>
                            <w:tcW w:w="165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D5207F5" w14:textId="77777777" w:rsidR="00D01F40" w:rsidRPr="00660C9F" w:rsidRDefault="00D01F40" w:rsidP="005F38D9">
                            <w:pPr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 w:rsidRPr="00660C9F">
                              <w:rPr>
                                <w:rFonts w:ascii="Calibri" w:hAnsi="Calibri" w:cs="Calibri"/>
                              </w:rPr>
                              <w:t>1 min</w:t>
                            </w:r>
                          </w:p>
                        </w:tc>
                        <w:tc>
                          <w:tcPr>
                            <w:tcW w:w="200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F07FC5F" w14:textId="77777777" w:rsidR="00D01F40" w:rsidRPr="00660C9F" w:rsidRDefault="00D01F40" w:rsidP="005F38D9">
                            <w:pPr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 w:rsidRPr="00660C9F">
                              <w:rPr>
                                <w:rFonts w:ascii="Calibri" w:hAnsi="Calibri" w:cs="Calibri"/>
                              </w:rPr>
                              <w:t xml:space="preserve">6 min </w:t>
                            </w:r>
                          </w:p>
                        </w:tc>
                      </w:tr>
                      <w:tr w:rsidR="00D01F40" w:rsidRPr="00660C9F" w14:paraId="1FF337AD" w14:textId="77777777" w:rsidTr="005F38D9">
                        <w:trPr>
                          <w:trHeight w:val="315"/>
                        </w:trPr>
                        <w:tc>
                          <w:tcPr>
                            <w:tcW w:w="318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263278B" w14:textId="77777777" w:rsidR="00D01F40" w:rsidRPr="00660C9F" w:rsidRDefault="00D01F40" w:rsidP="005F38D9">
                            <w:pPr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 w:rsidRPr="00660C9F">
                              <w:rPr>
                                <w:rFonts w:ascii="Calibri" w:hAnsi="Calibri" w:cs="Calibri"/>
                              </w:rPr>
                              <w:t>20 min</w:t>
                            </w:r>
                          </w:p>
                        </w:tc>
                        <w:tc>
                          <w:tcPr>
                            <w:tcW w:w="1658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F0B167" w14:textId="77777777" w:rsidR="00D01F40" w:rsidRPr="00660C9F" w:rsidRDefault="00D01F40" w:rsidP="005F38D9">
                            <w:pPr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 w:rsidRPr="00660C9F">
                              <w:rPr>
                                <w:rFonts w:ascii="Calibri" w:hAnsi="Calibri" w:cs="Calibri"/>
                              </w:rPr>
                              <w:t xml:space="preserve">3 min </w:t>
                            </w:r>
                          </w:p>
                        </w:tc>
                        <w:tc>
                          <w:tcPr>
                            <w:tcW w:w="2002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CD26ED9" w14:textId="77777777" w:rsidR="00D01F40" w:rsidRPr="00660C9F" w:rsidRDefault="00D01F40" w:rsidP="005F38D9">
                            <w:pPr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 w:rsidRPr="00660C9F">
                              <w:rPr>
                                <w:rFonts w:ascii="Calibri" w:hAnsi="Calibri" w:cs="Calibri"/>
                              </w:rPr>
                              <w:t xml:space="preserve">15 min </w:t>
                            </w:r>
                          </w:p>
                        </w:tc>
                      </w:tr>
                      <w:tr w:rsidR="00D01F40" w:rsidRPr="00660C9F" w14:paraId="67002C61" w14:textId="77777777" w:rsidTr="005F38D9">
                        <w:trPr>
                          <w:trHeight w:val="315"/>
                        </w:trPr>
                        <w:tc>
                          <w:tcPr>
                            <w:tcW w:w="6840" w:type="dxa"/>
                            <w:gridSpan w:val="3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000000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0ABB9B5" w14:textId="77777777" w:rsidR="00D01F40" w:rsidRPr="00660C9F" w:rsidRDefault="00D01F40" w:rsidP="005F38D9">
                            <w:pPr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 w:rsidRPr="00660C9F">
                              <w:rPr>
                                <w:rFonts w:ascii="Calibri" w:hAnsi="Calibri" w:cs="Calibri"/>
                              </w:rPr>
                              <w:t>Profondeur = 45 m</w:t>
                            </w:r>
                          </w:p>
                        </w:tc>
                      </w:tr>
                    </w:tbl>
                    <w:p w14:paraId="0CB382AC" w14:textId="77777777" w:rsidR="00D01F40" w:rsidRDefault="00D01F40" w:rsidP="00D01F40"/>
                  </w:txbxContent>
                </v:textbox>
              </v:shape>
            </w:pict>
          </mc:Fallback>
        </mc:AlternateContent>
      </w:r>
    </w:p>
    <w:p w14:paraId="5B062EC3" w14:textId="77777777" w:rsidR="00D01F40" w:rsidRPr="008C33D2" w:rsidRDefault="00D01F40" w:rsidP="00D01F40">
      <w:pPr>
        <w:ind w:right="282"/>
        <w:jc w:val="both"/>
        <w:rPr>
          <w:rFonts w:ascii="Comic Sans MS" w:hAnsi="Comic Sans MS"/>
          <w:bCs/>
          <w:sz w:val="16"/>
          <w:szCs w:val="16"/>
        </w:rPr>
      </w:pPr>
    </w:p>
    <w:p w14:paraId="173CE202" w14:textId="77777777" w:rsidR="00D01F40" w:rsidRPr="008C33D2" w:rsidRDefault="00D01F40" w:rsidP="00D01F40">
      <w:pPr>
        <w:ind w:right="282"/>
        <w:jc w:val="both"/>
        <w:rPr>
          <w:rFonts w:ascii="Comic Sans MS" w:hAnsi="Comic Sans MS"/>
          <w:bCs/>
          <w:sz w:val="16"/>
          <w:szCs w:val="16"/>
        </w:rPr>
      </w:pPr>
    </w:p>
    <w:p w14:paraId="15B7212C" w14:textId="77777777" w:rsidR="00D01F40" w:rsidRPr="008C33D2" w:rsidRDefault="00D01F40" w:rsidP="00D01F40">
      <w:pPr>
        <w:ind w:right="282"/>
        <w:jc w:val="center"/>
        <w:rPr>
          <w:rFonts w:ascii="Comic Sans MS" w:hAnsi="Comic Sans MS"/>
          <w:sz w:val="16"/>
          <w:szCs w:val="16"/>
        </w:rPr>
      </w:pPr>
    </w:p>
    <w:p w14:paraId="2D806289" w14:textId="77777777" w:rsidR="00D01F40" w:rsidRPr="008C33D2" w:rsidRDefault="00D01F40" w:rsidP="00D01F40">
      <w:pPr>
        <w:ind w:right="282"/>
        <w:jc w:val="center"/>
        <w:rPr>
          <w:rFonts w:ascii="Comic Sans MS" w:hAnsi="Comic Sans MS"/>
          <w:sz w:val="16"/>
          <w:szCs w:val="16"/>
        </w:rPr>
      </w:pPr>
    </w:p>
    <w:p w14:paraId="3150FB89" w14:textId="77777777" w:rsidR="00D01F40" w:rsidRDefault="00D01F40" w:rsidP="00D01F40">
      <w:pPr>
        <w:ind w:right="282"/>
        <w:rPr>
          <w:rFonts w:ascii="Comic Sans MS" w:hAnsi="Comic Sans MS"/>
          <w:sz w:val="16"/>
          <w:szCs w:val="16"/>
        </w:rPr>
      </w:pPr>
    </w:p>
    <w:p w14:paraId="26821310" w14:textId="77777777" w:rsidR="00275D86" w:rsidRDefault="00275D86" w:rsidP="00D01F40">
      <w:pPr>
        <w:ind w:right="282"/>
        <w:rPr>
          <w:rFonts w:ascii="Comic Sans MS" w:hAnsi="Comic Sans MS"/>
          <w:sz w:val="16"/>
          <w:szCs w:val="16"/>
        </w:rPr>
      </w:pPr>
    </w:p>
    <w:p w14:paraId="207FF0E4" w14:textId="77777777" w:rsidR="00275D86" w:rsidRDefault="00275D86" w:rsidP="00D01F40">
      <w:pPr>
        <w:ind w:right="282"/>
        <w:rPr>
          <w:rFonts w:ascii="Comic Sans MS" w:hAnsi="Comic Sans MS"/>
          <w:sz w:val="16"/>
          <w:szCs w:val="16"/>
        </w:rPr>
      </w:pPr>
    </w:p>
    <w:p w14:paraId="51927A2F" w14:textId="77777777" w:rsidR="00275D86" w:rsidRDefault="00275D86" w:rsidP="00D01F40">
      <w:pPr>
        <w:ind w:right="282"/>
        <w:rPr>
          <w:rFonts w:ascii="Comic Sans MS" w:hAnsi="Comic Sans MS"/>
          <w:sz w:val="16"/>
          <w:szCs w:val="16"/>
        </w:rPr>
      </w:pPr>
    </w:p>
    <w:p w14:paraId="1DF6226B" w14:textId="77777777" w:rsidR="00275D86" w:rsidRPr="008C33D2" w:rsidRDefault="00275D86" w:rsidP="00D01F40">
      <w:pPr>
        <w:ind w:right="282"/>
        <w:rPr>
          <w:rFonts w:ascii="Comic Sans MS" w:hAnsi="Comic Sans MS"/>
          <w:sz w:val="16"/>
          <w:szCs w:val="16"/>
        </w:rPr>
      </w:pPr>
    </w:p>
    <w:p w14:paraId="0ACE817A" w14:textId="77777777" w:rsidR="00D01F40" w:rsidRPr="008C33D2" w:rsidRDefault="00D01F40" w:rsidP="00D01F40">
      <w:pPr>
        <w:ind w:right="282"/>
        <w:rPr>
          <w:rFonts w:ascii="Comic Sans MS" w:hAnsi="Comic Sans MS"/>
          <w:sz w:val="16"/>
          <w:szCs w:val="16"/>
        </w:rPr>
      </w:pPr>
      <w:r w:rsidRPr="008C33D2">
        <w:rPr>
          <w:rFonts w:ascii="Comic Sans MS" w:hAnsi="Comic Sans MS"/>
          <w:sz w:val="16"/>
          <w:szCs w:val="16"/>
        </w:rPr>
        <w:t>Les plongeurs souhaitent garder une réserve de 70 b sur leur bloc de 15 l. Leur ventilation est de 18 l/ min. Une fois passés sur le nitrox 70 %, ils le garderont jusqu’à la sortie de l’eau.</w:t>
      </w:r>
    </w:p>
    <w:p w14:paraId="2F49DC78" w14:textId="77777777" w:rsidR="00D01F40" w:rsidRPr="008C33D2" w:rsidRDefault="00D01F40" w:rsidP="00D01F40">
      <w:pPr>
        <w:ind w:right="282"/>
        <w:rPr>
          <w:rFonts w:ascii="Comic Sans MS" w:hAnsi="Comic Sans MS"/>
          <w:sz w:val="16"/>
          <w:szCs w:val="16"/>
        </w:rPr>
      </w:pPr>
    </w:p>
    <w:p w14:paraId="3F9BB572" w14:textId="77777777" w:rsidR="00D01F40" w:rsidRPr="008C33D2" w:rsidRDefault="00D01F40" w:rsidP="00D01F40">
      <w:pPr>
        <w:ind w:left="720" w:right="282"/>
        <w:rPr>
          <w:rFonts w:ascii="Comic Sans MS" w:hAnsi="Comic Sans MS"/>
          <w:sz w:val="16"/>
          <w:szCs w:val="16"/>
        </w:rPr>
      </w:pPr>
      <w:r w:rsidRPr="008C33D2">
        <w:rPr>
          <w:rFonts w:ascii="Comic Sans MS" w:hAnsi="Comic Sans MS"/>
          <w:sz w:val="16"/>
          <w:szCs w:val="16"/>
        </w:rPr>
        <w:t>Sachant qu’il leur faudra 4 minutes de remontée pour atteindre la profondeur à laquelle ils peuvent passer sur le nitrox à 70 %, quel temps fond semble le plus adapté ?</w:t>
      </w:r>
    </w:p>
    <w:p w14:paraId="538CA5B0" w14:textId="77777777" w:rsidR="00D01F40" w:rsidRPr="008C33D2" w:rsidRDefault="00D01F40" w:rsidP="00D01F40">
      <w:pPr>
        <w:ind w:left="720" w:right="282"/>
        <w:rPr>
          <w:rFonts w:ascii="Comic Sans MS" w:hAnsi="Comic Sans MS"/>
          <w:sz w:val="16"/>
          <w:szCs w:val="16"/>
        </w:rPr>
      </w:pPr>
      <w:r w:rsidRPr="008C33D2">
        <w:rPr>
          <w:rFonts w:ascii="Comic Sans MS" w:hAnsi="Comic Sans MS"/>
          <w:sz w:val="16"/>
          <w:szCs w:val="16"/>
        </w:rPr>
        <w:t xml:space="preserve">Pour simplifier, vous considérerez que la consommation des plongeurs pendant la remontée jusqu’au changement de gaz est égale à celle au fond. </w:t>
      </w:r>
    </w:p>
    <w:p w14:paraId="55BD3185" w14:textId="77777777" w:rsidR="00D01F40" w:rsidRPr="008C33D2" w:rsidRDefault="00D01F40" w:rsidP="00D01F40">
      <w:pPr>
        <w:ind w:left="720" w:right="282"/>
        <w:rPr>
          <w:rFonts w:ascii="Comic Sans MS" w:hAnsi="Comic Sans MS"/>
          <w:sz w:val="16"/>
          <w:szCs w:val="16"/>
        </w:rPr>
      </w:pPr>
      <w:r w:rsidRPr="008C33D2">
        <w:rPr>
          <w:rFonts w:ascii="Comic Sans MS" w:hAnsi="Comic Sans MS"/>
          <w:sz w:val="16"/>
          <w:szCs w:val="16"/>
        </w:rPr>
        <w:t xml:space="preserve">Vous justifierez votre réponse par le calcul en comparant les résultats pour les deux options. Vous vérifierez aussi que la bouteille de 7 l de nitrox est correctement dimensionnée pour effectuer la phase de décompression en sécurité. </w:t>
      </w:r>
    </w:p>
    <w:p w14:paraId="56219A53" w14:textId="77777777" w:rsidR="00D01F40" w:rsidRPr="008C33D2" w:rsidRDefault="00D01F40" w:rsidP="00D01F40">
      <w:pPr>
        <w:ind w:right="282"/>
        <w:rPr>
          <w:rFonts w:ascii="Comic Sans MS" w:hAnsi="Comic Sans MS"/>
          <w:sz w:val="16"/>
          <w:szCs w:val="16"/>
        </w:rPr>
      </w:pPr>
    </w:p>
    <w:p w14:paraId="622A4847" w14:textId="77777777" w:rsidR="00D01F40" w:rsidRPr="008C33D2" w:rsidRDefault="00D01F40" w:rsidP="00D01F40">
      <w:pPr>
        <w:ind w:left="720" w:right="-1"/>
        <w:jc w:val="both"/>
        <w:rPr>
          <w:rFonts w:ascii="Comic Sans MS" w:hAnsi="Comic Sans MS"/>
          <w:i/>
          <w:color w:val="0070C0"/>
          <w:sz w:val="16"/>
          <w:szCs w:val="16"/>
        </w:rPr>
      </w:pPr>
      <w:r w:rsidRPr="008C33D2">
        <w:rPr>
          <w:rFonts w:ascii="Comic Sans MS" w:hAnsi="Comic Sans MS"/>
          <w:i/>
          <w:color w:val="0070C0"/>
          <w:sz w:val="16"/>
          <w:szCs w:val="16"/>
        </w:rPr>
        <w:t>A 45 m, la pression est 5.5 b.</w:t>
      </w:r>
    </w:p>
    <w:p w14:paraId="0B23BBBD" w14:textId="77777777" w:rsidR="00D01F40" w:rsidRPr="008C33D2" w:rsidRDefault="00D01F40" w:rsidP="00D01F40">
      <w:pPr>
        <w:ind w:left="720" w:right="-1"/>
        <w:jc w:val="both"/>
        <w:rPr>
          <w:rFonts w:ascii="Comic Sans MS" w:hAnsi="Comic Sans MS"/>
          <w:i/>
          <w:color w:val="0070C0"/>
          <w:sz w:val="16"/>
          <w:szCs w:val="16"/>
        </w:rPr>
      </w:pPr>
      <w:r w:rsidRPr="008C33D2">
        <w:rPr>
          <w:rFonts w:ascii="Comic Sans MS" w:hAnsi="Comic Sans MS"/>
          <w:i/>
          <w:color w:val="0070C0"/>
          <w:sz w:val="16"/>
          <w:szCs w:val="16"/>
        </w:rPr>
        <w:t xml:space="preserve">Pour une ventilation de 18 l/min, cela correspond à une consommation de </w:t>
      </w:r>
      <w:r w:rsidRPr="008C33D2">
        <w:rPr>
          <w:rFonts w:ascii="Comic Sans MS" w:hAnsi="Comic Sans MS"/>
          <w:i/>
          <w:color w:val="0070C0"/>
          <w:sz w:val="16"/>
          <w:szCs w:val="16"/>
          <w:u w:val="single"/>
        </w:rPr>
        <w:t>99 l / min</w:t>
      </w:r>
      <w:r w:rsidRPr="008C33D2">
        <w:rPr>
          <w:rFonts w:ascii="Comic Sans MS" w:hAnsi="Comic Sans MS"/>
          <w:i/>
          <w:color w:val="0070C0"/>
          <w:sz w:val="16"/>
          <w:szCs w:val="16"/>
        </w:rPr>
        <w:t>. (1pt)</w:t>
      </w:r>
    </w:p>
    <w:p w14:paraId="74E6035F" w14:textId="77777777" w:rsidR="00D01F40" w:rsidRPr="008C33D2" w:rsidRDefault="00D01F40" w:rsidP="00D01F40">
      <w:pPr>
        <w:ind w:left="720" w:right="-1"/>
        <w:jc w:val="both"/>
        <w:rPr>
          <w:rFonts w:ascii="Comic Sans MS" w:hAnsi="Comic Sans MS"/>
          <w:i/>
          <w:color w:val="0070C0"/>
          <w:sz w:val="16"/>
          <w:szCs w:val="16"/>
        </w:rPr>
      </w:pPr>
      <w:r w:rsidRPr="008C33D2">
        <w:rPr>
          <w:rFonts w:ascii="Comic Sans MS" w:hAnsi="Comic Sans MS"/>
          <w:i/>
          <w:color w:val="0070C0"/>
          <w:sz w:val="16"/>
          <w:szCs w:val="16"/>
        </w:rPr>
        <w:t>Partant du principe que les plongeurs souhaitent conserver une réserve de 70b dans leur bloc, cela suppose que nous avons 150 b « utiles ». Soit 150 * 15 =</w:t>
      </w:r>
      <w:r w:rsidRPr="008C33D2">
        <w:rPr>
          <w:rFonts w:ascii="Comic Sans MS" w:hAnsi="Comic Sans MS"/>
          <w:i/>
          <w:color w:val="0070C0"/>
          <w:sz w:val="16"/>
          <w:szCs w:val="16"/>
          <w:u w:val="single"/>
        </w:rPr>
        <w:t xml:space="preserve"> 2250 l </w:t>
      </w:r>
      <w:r w:rsidRPr="008C33D2">
        <w:rPr>
          <w:rFonts w:ascii="Comic Sans MS" w:hAnsi="Comic Sans MS"/>
          <w:i/>
          <w:color w:val="0070C0"/>
          <w:sz w:val="16"/>
          <w:szCs w:val="16"/>
        </w:rPr>
        <w:t>de disponibles. (1pt)</w:t>
      </w:r>
    </w:p>
    <w:p w14:paraId="371C38D1" w14:textId="77777777" w:rsidR="00D01F40" w:rsidRPr="008C33D2" w:rsidRDefault="00D01F40" w:rsidP="00D01F40">
      <w:pPr>
        <w:ind w:left="720" w:right="-1"/>
        <w:jc w:val="both"/>
        <w:rPr>
          <w:rFonts w:ascii="Comic Sans MS" w:hAnsi="Comic Sans MS"/>
          <w:i/>
          <w:color w:val="0070C0"/>
          <w:sz w:val="16"/>
          <w:szCs w:val="16"/>
        </w:rPr>
      </w:pPr>
    </w:p>
    <w:p w14:paraId="50BC7394" w14:textId="77777777" w:rsidR="00D01F40" w:rsidRPr="008C33D2" w:rsidRDefault="00D01F40" w:rsidP="00D01F40">
      <w:pPr>
        <w:ind w:left="720" w:right="-1"/>
        <w:jc w:val="both"/>
        <w:rPr>
          <w:rFonts w:ascii="Comic Sans MS" w:hAnsi="Comic Sans MS"/>
          <w:i/>
          <w:color w:val="0070C0"/>
          <w:sz w:val="16"/>
          <w:szCs w:val="16"/>
        </w:rPr>
      </w:pPr>
      <w:r w:rsidRPr="008C33D2">
        <w:rPr>
          <w:rFonts w:ascii="Comic Sans MS" w:hAnsi="Comic Sans MS"/>
          <w:i/>
          <w:color w:val="0070C0"/>
          <w:sz w:val="16"/>
          <w:szCs w:val="16"/>
        </w:rPr>
        <w:t xml:space="preserve">Pour l’option « 15 min fond », cela correspond à un temps de 15+4 = 19 minutes d’utilisation du 15 l à l’air, soit 19 * 99 = </w:t>
      </w:r>
      <w:r w:rsidRPr="008C33D2">
        <w:rPr>
          <w:rFonts w:ascii="Comic Sans MS" w:hAnsi="Comic Sans MS"/>
          <w:i/>
          <w:color w:val="0070C0"/>
          <w:sz w:val="16"/>
          <w:szCs w:val="16"/>
          <w:u w:val="single"/>
        </w:rPr>
        <w:t xml:space="preserve">1881 l </w:t>
      </w:r>
      <w:r w:rsidRPr="008C33D2">
        <w:rPr>
          <w:rFonts w:ascii="Comic Sans MS" w:hAnsi="Comic Sans MS"/>
          <w:i/>
          <w:color w:val="0070C0"/>
          <w:sz w:val="16"/>
          <w:szCs w:val="16"/>
        </w:rPr>
        <w:t>(soit un bloc à 94 b) (1pt)</w:t>
      </w:r>
    </w:p>
    <w:p w14:paraId="68AAE3CF" w14:textId="77777777" w:rsidR="00D01F40" w:rsidRPr="008C33D2" w:rsidRDefault="00D01F40" w:rsidP="00D01F40">
      <w:pPr>
        <w:ind w:left="720" w:right="-1"/>
        <w:jc w:val="both"/>
        <w:rPr>
          <w:rFonts w:ascii="Comic Sans MS" w:hAnsi="Comic Sans MS"/>
          <w:i/>
          <w:color w:val="0070C0"/>
          <w:sz w:val="16"/>
          <w:szCs w:val="16"/>
        </w:rPr>
      </w:pPr>
    </w:p>
    <w:p w14:paraId="7EF25D61" w14:textId="77777777" w:rsidR="00D01F40" w:rsidRPr="008C33D2" w:rsidRDefault="00D01F40" w:rsidP="00D01F40">
      <w:pPr>
        <w:ind w:left="720" w:right="-1"/>
        <w:jc w:val="both"/>
        <w:rPr>
          <w:rFonts w:ascii="Comic Sans MS" w:hAnsi="Comic Sans MS"/>
          <w:i/>
          <w:color w:val="0070C0"/>
          <w:sz w:val="16"/>
          <w:szCs w:val="16"/>
        </w:rPr>
      </w:pPr>
      <w:r w:rsidRPr="008C33D2">
        <w:rPr>
          <w:rFonts w:ascii="Comic Sans MS" w:hAnsi="Comic Sans MS"/>
          <w:i/>
          <w:color w:val="0070C0"/>
          <w:sz w:val="16"/>
          <w:szCs w:val="16"/>
        </w:rPr>
        <w:t xml:space="preserve">Pour l’option « 20 min fond », cela correspond à un temps de 20+4 = 24 minutes d’utilisations du 15l à l’air, soit 24 * 99 = </w:t>
      </w:r>
      <w:r w:rsidRPr="008C33D2">
        <w:rPr>
          <w:rFonts w:ascii="Comic Sans MS" w:hAnsi="Comic Sans MS"/>
          <w:i/>
          <w:color w:val="0070C0"/>
          <w:sz w:val="16"/>
          <w:szCs w:val="16"/>
          <w:u w:val="single"/>
        </w:rPr>
        <w:t xml:space="preserve">2376 l </w:t>
      </w:r>
      <w:r w:rsidRPr="008C33D2">
        <w:rPr>
          <w:rFonts w:ascii="Comic Sans MS" w:hAnsi="Comic Sans MS"/>
          <w:i/>
          <w:color w:val="0070C0"/>
          <w:sz w:val="16"/>
          <w:szCs w:val="16"/>
        </w:rPr>
        <w:t>(soit un bloc à 61 b) (1pt)</w:t>
      </w:r>
    </w:p>
    <w:p w14:paraId="32F542A2" w14:textId="77777777" w:rsidR="00D01F40" w:rsidRPr="008C33D2" w:rsidRDefault="00D01F40" w:rsidP="00D01F40">
      <w:pPr>
        <w:ind w:right="-1"/>
        <w:jc w:val="both"/>
        <w:rPr>
          <w:rFonts w:ascii="Comic Sans MS" w:hAnsi="Comic Sans MS"/>
          <w:i/>
          <w:color w:val="0070C0"/>
          <w:sz w:val="16"/>
          <w:szCs w:val="16"/>
        </w:rPr>
      </w:pPr>
    </w:p>
    <w:p w14:paraId="060A0604" w14:textId="77777777" w:rsidR="00D01F40" w:rsidRPr="008C33D2" w:rsidRDefault="00D01F40" w:rsidP="00D01F40">
      <w:pPr>
        <w:ind w:left="720" w:right="-1"/>
        <w:jc w:val="both"/>
        <w:rPr>
          <w:rFonts w:ascii="Comic Sans MS" w:hAnsi="Comic Sans MS"/>
          <w:i/>
          <w:color w:val="0070C0"/>
          <w:sz w:val="16"/>
          <w:szCs w:val="16"/>
        </w:rPr>
      </w:pPr>
      <w:r w:rsidRPr="008C33D2">
        <w:rPr>
          <w:rFonts w:ascii="Comic Sans MS" w:hAnsi="Comic Sans MS"/>
          <w:i/>
          <w:color w:val="0070C0"/>
          <w:sz w:val="16"/>
          <w:szCs w:val="16"/>
        </w:rPr>
        <w:t>Les deux options fonctionnent, mais seule l’option « 15 min fond » + 4 minutes de remontée permet de respecter la réserve à 70 b. (1pt)</w:t>
      </w:r>
    </w:p>
    <w:p w14:paraId="49956DAB" w14:textId="77777777" w:rsidR="00D01F40" w:rsidRPr="008C33D2" w:rsidRDefault="00D01F40" w:rsidP="00D01F40">
      <w:pPr>
        <w:ind w:left="720" w:right="-1"/>
        <w:jc w:val="both"/>
        <w:rPr>
          <w:rFonts w:ascii="Comic Sans MS" w:hAnsi="Comic Sans MS"/>
          <w:i/>
          <w:color w:val="0070C0"/>
          <w:sz w:val="16"/>
          <w:szCs w:val="16"/>
        </w:rPr>
      </w:pPr>
    </w:p>
    <w:p w14:paraId="049D0507" w14:textId="77777777" w:rsidR="00D01F40" w:rsidRPr="008C33D2" w:rsidRDefault="00D01F40" w:rsidP="00D01F40">
      <w:pPr>
        <w:ind w:left="720" w:right="-1"/>
        <w:jc w:val="both"/>
        <w:rPr>
          <w:rFonts w:ascii="Comic Sans MS" w:hAnsi="Comic Sans MS"/>
          <w:i/>
          <w:color w:val="0070C0"/>
          <w:sz w:val="16"/>
          <w:szCs w:val="16"/>
        </w:rPr>
      </w:pPr>
      <w:r w:rsidRPr="008C33D2">
        <w:rPr>
          <w:rFonts w:ascii="Comic Sans MS" w:hAnsi="Comic Sans MS"/>
          <w:i/>
          <w:color w:val="0070C0"/>
          <w:sz w:val="16"/>
          <w:szCs w:val="16"/>
        </w:rPr>
        <w:t>Concernant le nitrox, dans le cas le plus défavorable (20mn à 45m), on aura :</w:t>
      </w:r>
    </w:p>
    <w:p w14:paraId="16D69119" w14:textId="77777777" w:rsidR="00D01F40" w:rsidRPr="008C33D2" w:rsidRDefault="00D01F40" w:rsidP="00D01F40">
      <w:pPr>
        <w:ind w:left="720" w:right="-1"/>
        <w:jc w:val="both"/>
        <w:rPr>
          <w:rFonts w:ascii="Comic Sans MS" w:hAnsi="Comic Sans MS"/>
          <w:i/>
          <w:color w:val="0070C0"/>
          <w:sz w:val="16"/>
          <w:szCs w:val="16"/>
        </w:rPr>
      </w:pPr>
      <w:r w:rsidRPr="008C33D2">
        <w:rPr>
          <w:rFonts w:ascii="Comic Sans MS" w:hAnsi="Comic Sans MS"/>
          <w:i/>
          <w:color w:val="0070C0"/>
          <w:sz w:val="16"/>
          <w:szCs w:val="16"/>
        </w:rPr>
        <w:t>(1.6*3*18) + (1.3*15*18) = 437.4 l</w:t>
      </w:r>
    </w:p>
    <w:p w14:paraId="40891E5C" w14:textId="77777777" w:rsidR="00D01F40" w:rsidRPr="008C33D2" w:rsidRDefault="00D01F40" w:rsidP="00D01F40">
      <w:pPr>
        <w:ind w:left="720" w:right="-1"/>
        <w:jc w:val="both"/>
        <w:rPr>
          <w:rFonts w:ascii="Comic Sans MS" w:hAnsi="Comic Sans MS"/>
          <w:i/>
          <w:color w:val="0070C0"/>
          <w:sz w:val="16"/>
          <w:szCs w:val="16"/>
        </w:rPr>
      </w:pPr>
      <w:r w:rsidRPr="008C33D2">
        <w:rPr>
          <w:rFonts w:ascii="Comic Sans MS" w:hAnsi="Comic Sans MS"/>
          <w:i/>
          <w:color w:val="0070C0"/>
          <w:sz w:val="16"/>
          <w:szCs w:val="16"/>
        </w:rPr>
        <w:t>Soit 437.4/7 = 63 b consommés pour les deux paliers.</w:t>
      </w:r>
    </w:p>
    <w:p w14:paraId="58935E16" w14:textId="779D2F7C" w:rsidR="00D01F40" w:rsidRPr="008C33D2" w:rsidRDefault="00D01F40" w:rsidP="00D01F40">
      <w:pPr>
        <w:ind w:left="720" w:right="-1"/>
        <w:jc w:val="both"/>
        <w:rPr>
          <w:rFonts w:ascii="Comic Sans MS" w:hAnsi="Comic Sans MS"/>
          <w:i/>
          <w:color w:val="0070C0"/>
          <w:sz w:val="16"/>
          <w:szCs w:val="16"/>
        </w:rPr>
      </w:pPr>
      <w:r w:rsidRPr="008C33D2">
        <w:rPr>
          <w:rFonts w:ascii="Comic Sans MS" w:hAnsi="Comic Sans MS"/>
          <w:i/>
          <w:color w:val="0070C0"/>
          <w:sz w:val="16"/>
          <w:szCs w:val="16"/>
        </w:rPr>
        <w:t>La bouteille de 7l est donc bien dimensionnée pour cette plongée (1pt).</w:t>
      </w:r>
    </w:p>
    <w:sectPr w:rsidR="00D01F40" w:rsidRPr="008C33D2" w:rsidSect="009B08B7">
      <w:headerReference w:type="default" r:id="rId8"/>
      <w:footerReference w:type="even" r:id="rId9"/>
      <w:footerReference w:type="default" r:id="rId10"/>
      <w:pgSz w:w="11906" w:h="16838"/>
      <w:pgMar w:top="1440" w:right="1440" w:bottom="1440" w:left="1440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E3223" w14:textId="77777777" w:rsidR="00A9422F" w:rsidRDefault="00A9422F" w:rsidP="000C5341">
      <w:r>
        <w:separator/>
      </w:r>
    </w:p>
  </w:endnote>
  <w:endnote w:type="continuationSeparator" w:id="0">
    <w:p w14:paraId="2FE0E285" w14:textId="77777777" w:rsidR="00A9422F" w:rsidRDefault="00A9422F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Gras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B6D81" w14:textId="77777777" w:rsidR="00C107F6" w:rsidRDefault="00C107F6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CD534E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56E4CC92" w14:textId="77777777" w:rsidR="00C107F6" w:rsidRDefault="00C107F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22018" w14:textId="77777777" w:rsidR="00C107F6" w:rsidRDefault="00C107F6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CD534E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0925E0">
      <w:rPr>
        <w:rStyle w:val="Numrodepage"/>
      </w:rPr>
      <w:t>3</w:t>
    </w:r>
    <w:r>
      <w:rPr>
        <w:rStyle w:val="Numrodepage"/>
      </w:rPr>
      <w:fldChar w:fldCharType="end"/>
    </w:r>
  </w:p>
  <w:p w14:paraId="24661F4C" w14:textId="77777777" w:rsidR="00C107F6" w:rsidRDefault="00C107F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6449F" w14:textId="77777777" w:rsidR="00A9422F" w:rsidRDefault="00A9422F" w:rsidP="000C5341">
      <w:r>
        <w:separator/>
      </w:r>
    </w:p>
  </w:footnote>
  <w:footnote w:type="continuationSeparator" w:id="0">
    <w:p w14:paraId="04AA52C3" w14:textId="77777777" w:rsidR="00A9422F" w:rsidRDefault="00A9422F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2358"/>
      <w:gridCol w:w="6668"/>
    </w:tblGrid>
    <w:tr w:rsidR="00C107F6" w14:paraId="439051BA" w14:textId="77777777" w:rsidTr="00533058">
      <w:tc>
        <w:tcPr>
          <w:tcW w:w="2376" w:type="dxa"/>
          <w:shd w:val="clear" w:color="auto" w:fill="auto"/>
        </w:tcPr>
        <w:p w14:paraId="5A7AC727" w14:textId="77777777" w:rsidR="00C107F6" w:rsidRDefault="00275D86" w:rsidP="001F42B6">
          <w:pPr>
            <w:pStyle w:val="En-tte"/>
          </w:pPr>
          <w:r>
            <w:drawing>
              <wp:inline distT="0" distB="0" distL="0" distR="0" wp14:anchorId="697BFCC0">
                <wp:extent cx="1062990" cy="1042035"/>
                <wp:effectExtent l="0" t="0" r="0" b="0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2990" cy="1042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66" w:type="dxa"/>
          <w:shd w:val="clear" w:color="auto" w:fill="auto"/>
        </w:tcPr>
        <w:p w14:paraId="333704CD" w14:textId="77777777" w:rsidR="00C107F6" w:rsidRPr="00353876" w:rsidRDefault="00C107F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14:paraId="60BFF9F2" w14:textId="77777777" w:rsidR="00C107F6" w:rsidRPr="00741E38" w:rsidRDefault="00C107F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3FE4B213" w14:textId="621747AC" w:rsidR="00C107F6" w:rsidRPr="00B6747D" w:rsidRDefault="00C107F6" w:rsidP="00B6747D">
          <w:pPr>
            <w:pStyle w:val="En-tte"/>
            <w:jc w:val="center"/>
            <w:rPr>
              <w:rFonts w:ascii="Comic Sans MS" w:hAnsi="Comic Sans MS"/>
              <w:b/>
              <w:sz w:val="28"/>
              <w:szCs w:val="28"/>
            </w:rPr>
          </w:pPr>
        </w:p>
      </w:tc>
    </w:tr>
  </w:tbl>
  <w:p w14:paraId="129C29B6" w14:textId="77777777" w:rsidR="00C107F6" w:rsidRDefault="00C107F6" w:rsidP="006C27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DD8350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3" w15:restartNumberingAfterBreak="0">
    <w:nsid w:val="02175ACD"/>
    <w:multiLevelType w:val="hybridMultilevel"/>
    <w:tmpl w:val="585072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432D12"/>
    <w:multiLevelType w:val="hybridMultilevel"/>
    <w:tmpl w:val="3BA82AD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1633D"/>
    <w:multiLevelType w:val="hybridMultilevel"/>
    <w:tmpl w:val="AB4AA9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14631B"/>
    <w:multiLevelType w:val="singleLevel"/>
    <w:tmpl w:val="19B0F84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24"/>
      </w:rPr>
    </w:lvl>
  </w:abstractNum>
  <w:abstractNum w:abstractNumId="8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322741"/>
    <w:multiLevelType w:val="hybridMultilevel"/>
    <w:tmpl w:val="35AC8C30"/>
    <w:lvl w:ilvl="0" w:tplc="040C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B412CA"/>
    <w:multiLevelType w:val="hybridMultilevel"/>
    <w:tmpl w:val="E2C0959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B431C1"/>
    <w:multiLevelType w:val="hybridMultilevel"/>
    <w:tmpl w:val="00E00DDC"/>
    <w:lvl w:ilvl="0" w:tplc="91C6FE10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7C0F8B"/>
    <w:multiLevelType w:val="hybridMultilevel"/>
    <w:tmpl w:val="E3B2CB9E"/>
    <w:lvl w:ilvl="0" w:tplc="040C0001">
      <w:start w:val="1"/>
      <w:numFmt w:val="bullet"/>
      <w:lvlText w:val=""/>
      <w:lvlJc w:val="left"/>
      <w:pPr>
        <w:ind w:left="-3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0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7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</w:abstractNum>
  <w:abstractNum w:abstractNumId="13" w15:restartNumberingAfterBreak="0">
    <w:nsid w:val="1DAA416B"/>
    <w:multiLevelType w:val="hybridMultilevel"/>
    <w:tmpl w:val="885A84E2"/>
    <w:lvl w:ilvl="0" w:tplc="93D0371C">
      <w:start w:val="1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6510AD"/>
    <w:multiLevelType w:val="hybridMultilevel"/>
    <w:tmpl w:val="D07E0DDE"/>
    <w:lvl w:ilvl="0" w:tplc="040C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052316B"/>
    <w:multiLevelType w:val="hybridMultilevel"/>
    <w:tmpl w:val="B1C45398"/>
    <w:lvl w:ilvl="0" w:tplc="7BD295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6E1886"/>
    <w:multiLevelType w:val="hybridMultilevel"/>
    <w:tmpl w:val="1834D712"/>
    <w:lvl w:ilvl="0" w:tplc="040C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18038F"/>
    <w:multiLevelType w:val="hybridMultilevel"/>
    <w:tmpl w:val="4FBC62B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70FED"/>
    <w:multiLevelType w:val="hybridMultilevel"/>
    <w:tmpl w:val="4CCC86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D11745"/>
    <w:multiLevelType w:val="hybridMultilevel"/>
    <w:tmpl w:val="A92A3C7C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6F172C0"/>
    <w:multiLevelType w:val="hybridMultilevel"/>
    <w:tmpl w:val="9FC8581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C067F9"/>
    <w:multiLevelType w:val="hybridMultilevel"/>
    <w:tmpl w:val="5B5C314E"/>
    <w:lvl w:ilvl="0" w:tplc="040C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420D3"/>
    <w:multiLevelType w:val="hybridMultilevel"/>
    <w:tmpl w:val="017A086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601FC7"/>
    <w:multiLevelType w:val="hybridMultilevel"/>
    <w:tmpl w:val="8BB8B3F4"/>
    <w:lvl w:ilvl="0" w:tplc="DB62BFE6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88065A"/>
    <w:multiLevelType w:val="hybridMultilevel"/>
    <w:tmpl w:val="05F0476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1E5F63"/>
    <w:multiLevelType w:val="hybridMultilevel"/>
    <w:tmpl w:val="56625E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C219C9"/>
    <w:multiLevelType w:val="hybridMultilevel"/>
    <w:tmpl w:val="2CF2B4D8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56B3C91"/>
    <w:multiLevelType w:val="hybridMultilevel"/>
    <w:tmpl w:val="92F658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10724A"/>
    <w:multiLevelType w:val="hybridMultilevel"/>
    <w:tmpl w:val="BA1660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9D5017F"/>
    <w:multiLevelType w:val="hybridMultilevel"/>
    <w:tmpl w:val="3B42D81A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0591417"/>
    <w:multiLevelType w:val="hybridMultilevel"/>
    <w:tmpl w:val="16C86F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81471E"/>
    <w:multiLevelType w:val="hybridMultilevel"/>
    <w:tmpl w:val="2E7CD4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DE6BF4"/>
    <w:multiLevelType w:val="hybridMultilevel"/>
    <w:tmpl w:val="6524B66E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5" w15:restartNumberingAfterBreak="0">
    <w:nsid w:val="65082C5D"/>
    <w:multiLevelType w:val="hybridMultilevel"/>
    <w:tmpl w:val="098826BC"/>
    <w:lvl w:ilvl="0" w:tplc="2474BA3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38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39" w15:restartNumberingAfterBreak="0">
    <w:nsid w:val="6FCC2834"/>
    <w:multiLevelType w:val="hybridMultilevel"/>
    <w:tmpl w:val="0B344C64"/>
    <w:lvl w:ilvl="0" w:tplc="B45A5A5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EB3979"/>
    <w:multiLevelType w:val="hybridMultilevel"/>
    <w:tmpl w:val="6E0884A0"/>
    <w:lvl w:ilvl="0" w:tplc="91C6FE10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4B1828"/>
    <w:multiLevelType w:val="hybridMultilevel"/>
    <w:tmpl w:val="B64ADC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3779A6"/>
    <w:multiLevelType w:val="hybridMultilevel"/>
    <w:tmpl w:val="C722E74E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5882D7D"/>
    <w:multiLevelType w:val="hybridMultilevel"/>
    <w:tmpl w:val="7D2804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7F1CB9"/>
    <w:multiLevelType w:val="hybridMultilevel"/>
    <w:tmpl w:val="37229D8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C8B2C4F"/>
    <w:multiLevelType w:val="hybridMultilevel"/>
    <w:tmpl w:val="95CEA0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6B1251"/>
    <w:multiLevelType w:val="singleLevel"/>
    <w:tmpl w:val="FFFFFFFF"/>
    <w:lvl w:ilvl="0">
      <w:numFmt w:val="decimal"/>
      <w:lvlText w:val="*"/>
      <w:lvlJc w:val="left"/>
    </w:lvl>
  </w:abstractNum>
  <w:abstractNum w:abstractNumId="48" w15:restartNumberingAfterBreak="0">
    <w:nsid w:val="7F861B96"/>
    <w:multiLevelType w:val="hybridMultilevel"/>
    <w:tmpl w:val="E07EBE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2254995">
    <w:abstractNumId w:val="1"/>
  </w:num>
  <w:num w:numId="2" w16cid:durableId="2102869972">
    <w:abstractNumId w:val="24"/>
  </w:num>
  <w:num w:numId="3" w16cid:durableId="183861071">
    <w:abstractNumId w:val="8"/>
  </w:num>
  <w:num w:numId="4" w16cid:durableId="1642037124">
    <w:abstractNumId w:val="18"/>
  </w:num>
  <w:num w:numId="5" w16cid:durableId="1279139714">
    <w:abstractNumId w:val="42"/>
  </w:num>
  <w:num w:numId="6" w16cid:durableId="1526477912">
    <w:abstractNumId w:val="37"/>
  </w:num>
  <w:num w:numId="7" w16cid:durableId="165289483">
    <w:abstractNumId w:val="38"/>
  </w:num>
  <w:num w:numId="8" w16cid:durableId="240602985">
    <w:abstractNumId w:val="36"/>
  </w:num>
  <w:num w:numId="9" w16cid:durableId="713045801">
    <w:abstractNumId w:val="5"/>
  </w:num>
  <w:num w:numId="10" w16cid:durableId="1234658158">
    <w:abstractNumId w:val="25"/>
  </w:num>
  <w:num w:numId="11" w16cid:durableId="230774827">
    <w:abstractNumId w:val="2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23" w:hanging="283"/>
        </w:pPr>
        <w:rPr>
          <w:rFonts w:ascii="Symbol" w:hAnsi="Symbol" w:hint="default"/>
        </w:rPr>
      </w:lvl>
    </w:lvlOverride>
  </w:num>
  <w:num w:numId="12" w16cid:durableId="910777409">
    <w:abstractNumId w:val="7"/>
  </w:num>
  <w:num w:numId="13" w16cid:durableId="1524052460">
    <w:abstractNumId w:val="10"/>
  </w:num>
  <w:num w:numId="14" w16cid:durableId="1533961614">
    <w:abstractNumId w:val="33"/>
  </w:num>
  <w:num w:numId="15" w16cid:durableId="2006934212">
    <w:abstractNumId w:val="19"/>
  </w:num>
  <w:num w:numId="16" w16cid:durableId="262996284">
    <w:abstractNumId w:val="6"/>
  </w:num>
  <w:num w:numId="17" w16cid:durableId="224418737">
    <w:abstractNumId w:val="45"/>
  </w:num>
  <w:num w:numId="18" w16cid:durableId="1434979935">
    <w:abstractNumId w:val="32"/>
  </w:num>
  <w:num w:numId="19" w16cid:durableId="884558172">
    <w:abstractNumId w:val="3"/>
  </w:num>
  <w:num w:numId="20" w16cid:durableId="2026440459">
    <w:abstractNumId w:val="34"/>
  </w:num>
  <w:num w:numId="21" w16cid:durableId="1252082434">
    <w:abstractNumId w:val="12"/>
  </w:num>
  <w:num w:numId="22" w16cid:durableId="593058004">
    <w:abstractNumId w:val="46"/>
  </w:num>
  <w:num w:numId="23" w16cid:durableId="460810505">
    <w:abstractNumId w:val="41"/>
  </w:num>
  <w:num w:numId="24" w16cid:durableId="813985823">
    <w:abstractNumId w:val="31"/>
  </w:num>
  <w:num w:numId="25" w16cid:durableId="1202790786">
    <w:abstractNumId w:val="0"/>
  </w:num>
  <w:num w:numId="26" w16cid:durableId="42213249">
    <w:abstractNumId w:val="20"/>
  </w:num>
  <w:num w:numId="27" w16cid:durableId="2034383886">
    <w:abstractNumId w:val="47"/>
  </w:num>
  <w:num w:numId="28" w16cid:durableId="129132017">
    <w:abstractNumId w:val="30"/>
  </w:num>
  <w:num w:numId="29" w16cid:durableId="401222881">
    <w:abstractNumId w:val="13"/>
  </w:num>
  <w:num w:numId="30" w16cid:durableId="1010762922">
    <w:abstractNumId w:val="48"/>
  </w:num>
  <w:num w:numId="31" w16cid:durableId="111245888">
    <w:abstractNumId w:val="43"/>
  </w:num>
  <w:num w:numId="32" w16cid:durableId="922757688">
    <w:abstractNumId w:val="16"/>
  </w:num>
  <w:num w:numId="33" w16cid:durableId="1644122132">
    <w:abstractNumId w:val="14"/>
  </w:num>
  <w:num w:numId="34" w16cid:durableId="982150936">
    <w:abstractNumId w:val="22"/>
  </w:num>
  <w:num w:numId="35" w16cid:durableId="1054618561">
    <w:abstractNumId w:val="28"/>
  </w:num>
  <w:num w:numId="36" w16cid:durableId="1490514350">
    <w:abstractNumId w:val="23"/>
  </w:num>
  <w:num w:numId="37" w16cid:durableId="17975823">
    <w:abstractNumId w:val="17"/>
  </w:num>
  <w:num w:numId="38" w16cid:durableId="380255964">
    <w:abstractNumId w:val="21"/>
  </w:num>
  <w:num w:numId="39" w16cid:durableId="2080709797">
    <w:abstractNumId w:val="15"/>
  </w:num>
  <w:num w:numId="40" w16cid:durableId="532041789">
    <w:abstractNumId w:val="40"/>
  </w:num>
  <w:num w:numId="41" w16cid:durableId="1794789739">
    <w:abstractNumId w:val="11"/>
  </w:num>
  <w:num w:numId="42" w16cid:durableId="1922181897">
    <w:abstractNumId w:val="39"/>
  </w:num>
  <w:num w:numId="43" w16cid:durableId="1617523359">
    <w:abstractNumId w:val="27"/>
  </w:num>
  <w:num w:numId="44" w16cid:durableId="1076902984">
    <w:abstractNumId w:val="29"/>
  </w:num>
  <w:num w:numId="45" w16cid:durableId="604269043">
    <w:abstractNumId w:val="44"/>
  </w:num>
  <w:num w:numId="46" w16cid:durableId="786313060">
    <w:abstractNumId w:val="35"/>
  </w:num>
  <w:num w:numId="47" w16cid:durableId="139078740">
    <w:abstractNumId w:val="9"/>
  </w:num>
  <w:num w:numId="48" w16cid:durableId="834954877">
    <w:abstractNumId w:val="26"/>
  </w:num>
  <w:num w:numId="49" w16cid:durableId="2093114801">
    <w:abstractNumId w:val="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1211"/>
    <w:rsid w:val="0000249F"/>
    <w:rsid w:val="000025DF"/>
    <w:rsid w:val="000062ED"/>
    <w:rsid w:val="000066BF"/>
    <w:rsid w:val="00010294"/>
    <w:rsid w:val="000118B2"/>
    <w:rsid w:val="00013CBD"/>
    <w:rsid w:val="00015BDA"/>
    <w:rsid w:val="00022614"/>
    <w:rsid w:val="0002316D"/>
    <w:rsid w:val="000238F9"/>
    <w:rsid w:val="00025133"/>
    <w:rsid w:val="00035790"/>
    <w:rsid w:val="00035AAE"/>
    <w:rsid w:val="0003635B"/>
    <w:rsid w:val="00036E31"/>
    <w:rsid w:val="00053BD9"/>
    <w:rsid w:val="00053E8E"/>
    <w:rsid w:val="00056967"/>
    <w:rsid w:val="00057502"/>
    <w:rsid w:val="00061BB0"/>
    <w:rsid w:val="0006270B"/>
    <w:rsid w:val="00067C10"/>
    <w:rsid w:val="00075032"/>
    <w:rsid w:val="00075D61"/>
    <w:rsid w:val="00076178"/>
    <w:rsid w:val="0007744D"/>
    <w:rsid w:val="0008180E"/>
    <w:rsid w:val="0008646B"/>
    <w:rsid w:val="000925E0"/>
    <w:rsid w:val="000926E6"/>
    <w:rsid w:val="00093DA3"/>
    <w:rsid w:val="000946B3"/>
    <w:rsid w:val="00096B27"/>
    <w:rsid w:val="000973FA"/>
    <w:rsid w:val="000A1DA4"/>
    <w:rsid w:val="000A2855"/>
    <w:rsid w:val="000A4B28"/>
    <w:rsid w:val="000A6B12"/>
    <w:rsid w:val="000B7F28"/>
    <w:rsid w:val="000C24C6"/>
    <w:rsid w:val="000C5341"/>
    <w:rsid w:val="000D1062"/>
    <w:rsid w:val="000D3424"/>
    <w:rsid w:val="000D3DE2"/>
    <w:rsid w:val="000D6C01"/>
    <w:rsid w:val="000E04BD"/>
    <w:rsid w:val="000E4728"/>
    <w:rsid w:val="000E560F"/>
    <w:rsid w:val="000F748F"/>
    <w:rsid w:val="001021AB"/>
    <w:rsid w:val="001035E5"/>
    <w:rsid w:val="00105D32"/>
    <w:rsid w:val="0010604C"/>
    <w:rsid w:val="00111333"/>
    <w:rsid w:val="00113723"/>
    <w:rsid w:val="00114290"/>
    <w:rsid w:val="00116BCC"/>
    <w:rsid w:val="00117771"/>
    <w:rsid w:val="001225BE"/>
    <w:rsid w:val="0012391E"/>
    <w:rsid w:val="0012578E"/>
    <w:rsid w:val="0013274D"/>
    <w:rsid w:val="001337BD"/>
    <w:rsid w:val="00133B27"/>
    <w:rsid w:val="0013468B"/>
    <w:rsid w:val="00137844"/>
    <w:rsid w:val="00137EDB"/>
    <w:rsid w:val="00143B6E"/>
    <w:rsid w:val="00146FCC"/>
    <w:rsid w:val="00150644"/>
    <w:rsid w:val="00150841"/>
    <w:rsid w:val="001514A8"/>
    <w:rsid w:val="00152EED"/>
    <w:rsid w:val="00156B72"/>
    <w:rsid w:val="00170295"/>
    <w:rsid w:val="00172E5C"/>
    <w:rsid w:val="001754B1"/>
    <w:rsid w:val="001775D5"/>
    <w:rsid w:val="00180C4E"/>
    <w:rsid w:val="00182326"/>
    <w:rsid w:val="00182376"/>
    <w:rsid w:val="00182BFB"/>
    <w:rsid w:val="00191C2E"/>
    <w:rsid w:val="0019408A"/>
    <w:rsid w:val="00195DA5"/>
    <w:rsid w:val="001A43F9"/>
    <w:rsid w:val="001B42D1"/>
    <w:rsid w:val="001B74FC"/>
    <w:rsid w:val="001C6686"/>
    <w:rsid w:val="001C77AE"/>
    <w:rsid w:val="001C7B20"/>
    <w:rsid w:val="001D30D1"/>
    <w:rsid w:val="001D3E6F"/>
    <w:rsid w:val="001D4D30"/>
    <w:rsid w:val="001D7E02"/>
    <w:rsid w:val="001E1E0C"/>
    <w:rsid w:val="001E2A4D"/>
    <w:rsid w:val="001E35FA"/>
    <w:rsid w:val="001E6EF8"/>
    <w:rsid w:val="001E75CE"/>
    <w:rsid w:val="001F15D4"/>
    <w:rsid w:val="001F42B6"/>
    <w:rsid w:val="001F59FA"/>
    <w:rsid w:val="00202674"/>
    <w:rsid w:val="00202D96"/>
    <w:rsid w:val="00203399"/>
    <w:rsid w:val="00214A98"/>
    <w:rsid w:val="002159B5"/>
    <w:rsid w:val="0021792D"/>
    <w:rsid w:val="00217D4A"/>
    <w:rsid w:val="002220DF"/>
    <w:rsid w:val="00224EF0"/>
    <w:rsid w:val="00225431"/>
    <w:rsid w:val="002266CE"/>
    <w:rsid w:val="0023015C"/>
    <w:rsid w:val="00233033"/>
    <w:rsid w:val="00236DD6"/>
    <w:rsid w:val="002371D8"/>
    <w:rsid w:val="002401DB"/>
    <w:rsid w:val="00245CBF"/>
    <w:rsid w:val="002467F7"/>
    <w:rsid w:val="00247560"/>
    <w:rsid w:val="00251F0A"/>
    <w:rsid w:val="00263412"/>
    <w:rsid w:val="002634D9"/>
    <w:rsid w:val="0027109C"/>
    <w:rsid w:val="00271FDE"/>
    <w:rsid w:val="002727F0"/>
    <w:rsid w:val="00274059"/>
    <w:rsid w:val="00275D86"/>
    <w:rsid w:val="00275EA9"/>
    <w:rsid w:val="00277FB0"/>
    <w:rsid w:val="00287EBA"/>
    <w:rsid w:val="0029389A"/>
    <w:rsid w:val="00294140"/>
    <w:rsid w:val="002948A1"/>
    <w:rsid w:val="0029491E"/>
    <w:rsid w:val="00296A37"/>
    <w:rsid w:val="002A4A5C"/>
    <w:rsid w:val="002A6C21"/>
    <w:rsid w:val="002A7054"/>
    <w:rsid w:val="002B0AC9"/>
    <w:rsid w:val="002B768B"/>
    <w:rsid w:val="002C00C8"/>
    <w:rsid w:val="002C15F9"/>
    <w:rsid w:val="002C5701"/>
    <w:rsid w:val="002D31A2"/>
    <w:rsid w:val="002D3292"/>
    <w:rsid w:val="002D38CB"/>
    <w:rsid w:val="002D50DA"/>
    <w:rsid w:val="002D796C"/>
    <w:rsid w:val="002E17D9"/>
    <w:rsid w:val="002E4401"/>
    <w:rsid w:val="002E6184"/>
    <w:rsid w:val="002E75E9"/>
    <w:rsid w:val="002E7DE6"/>
    <w:rsid w:val="002F5102"/>
    <w:rsid w:val="002F63E4"/>
    <w:rsid w:val="003009A9"/>
    <w:rsid w:val="003107FB"/>
    <w:rsid w:val="00310B2A"/>
    <w:rsid w:val="00312E07"/>
    <w:rsid w:val="00313DF9"/>
    <w:rsid w:val="00316FC3"/>
    <w:rsid w:val="0032062E"/>
    <w:rsid w:val="00320C72"/>
    <w:rsid w:val="003210F7"/>
    <w:rsid w:val="00321872"/>
    <w:rsid w:val="00323D70"/>
    <w:rsid w:val="00324B8C"/>
    <w:rsid w:val="0032633E"/>
    <w:rsid w:val="003407C5"/>
    <w:rsid w:val="00340F6D"/>
    <w:rsid w:val="003464B8"/>
    <w:rsid w:val="00353876"/>
    <w:rsid w:val="00353905"/>
    <w:rsid w:val="00365FD6"/>
    <w:rsid w:val="0037138F"/>
    <w:rsid w:val="0037197B"/>
    <w:rsid w:val="00376029"/>
    <w:rsid w:val="003768DA"/>
    <w:rsid w:val="003839F0"/>
    <w:rsid w:val="00384609"/>
    <w:rsid w:val="00385369"/>
    <w:rsid w:val="00385607"/>
    <w:rsid w:val="00386AC3"/>
    <w:rsid w:val="0039468F"/>
    <w:rsid w:val="00395791"/>
    <w:rsid w:val="003969B6"/>
    <w:rsid w:val="003A1655"/>
    <w:rsid w:val="003A4851"/>
    <w:rsid w:val="003A60EB"/>
    <w:rsid w:val="003A7A3C"/>
    <w:rsid w:val="003A7E77"/>
    <w:rsid w:val="003B34DE"/>
    <w:rsid w:val="003C334C"/>
    <w:rsid w:val="003C4548"/>
    <w:rsid w:val="003C5A42"/>
    <w:rsid w:val="003D023F"/>
    <w:rsid w:val="003D1709"/>
    <w:rsid w:val="003D2EC5"/>
    <w:rsid w:val="003D41E5"/>
    <w:rsid w:val="003D50B4"/>
    <w:rsid w:val="003D5316"/>
    <w:rsid w:val="003D65B2"/>
    <w:rsid w:val="003E05E4"/>
    <w:rsid w:val="003E142D"/>
    <w:rsid w:val="003E15FF"/>
    <w:rsid w:val="003E29E7"/>
    <w:rsid w:val="003F2C44"/>
    <w:rsid w:val="003F5BDA"/>
    <w:rsid w:val="00411D92"/>
    <w:rsid w:val="004130DB"/>
    <w:rsid w:val="00414821"/>
    <w:rsid w:val="00415DE3"/>
    <w:rsid w:val="00417652"/>
    <w:rsid w:val="004200FF"/>
    <w:rsid w:val="00421DDD"/>
    <w:rsid w:val="00422498"/>
    <w:rsid w:val="00427547"/>
    <w:rsid w:val="004308C8"/>
    <w:rsid w:val="00436962"/>
    <w:rsid w:val="0043759F"/>
    <w:rsid w:val="00443DA0"/>
    <w:rsid w:val="00444BE0"/>
    <w:rsid w:val="004516AE"/>
    <w:rsid w:val="004556A4"/>
    <w:rsid w:val="0045688F"/>
    <w:rsid w:val="00461297"/>
    <w:rsid w:val="00462FC3"/>
    <w:rsid w:val="004649F3"/>
    <w:rsid w:val="00464B05"/>
    <w:rsid w:val="00467827"/>
    <w:rsid w:val="00473134"/>
    <w:rsid w:val="00473182"/>
    <w:rsid w:val="004804BE"/>
    <w:rsid w:val="00481CBF"/>
    <w:rsid w:val="004828FD"/>
    <w:rsid w:val="004844B2"/>
    <w:rsid w:val="00495F64"/>
    <w:rsid w:val="00497E08"/>
    <w:rsid w:val="004A1AA9"/>
    <w:rsid w:val="004B3CFB"/>
    <w:rsid w:val="004B43DE"/>
    <w:rsid w:val="004B45AD"/>
    <w:rsid w:val="004B4811"/>
    <w:rsid w:val="004B4AE8"/>
    <w:rsid w:val="004B5461"/>
    <w:rsid w:val="004B674E"/>
    <w:rsid w:val="004C43A5"/>
    <w:rsid w:val="004C5D2A"/>
    <w:rsid w:val="004D200E"/>
    <w:rsid w:val="004D6089"/>
    <w:rsid w:val="004E006D"/>
    <w:rsid w:val="004E17FD"/>
    <w:rsid w:val="004E1CA7"/>
    <w:rsid w:val="004E36C3"/>
    <w:rsid w:val="004F03BF"/>
    <w:rsid w:val="004F382B"/>
    <w:rsid w:val="004F4F7A"/>
    <w:rsid w:val="004F5566"/>
    <w:rsid w:val="004F68DE"/>
    <w:rsid w:val="00504390"/>
    <w:rsid w:val="0050752E"/>
    <w:rsid w:val="005109C2"/>
    <w:rsid w:val="005124F5"/>
    <w:rsid w:val="005153F9"/>
    <w:rsid w:val="005157DC"/>
    <w:rsid w:val="0052069B"/>
    <w:rsid w:val="0052329B"/>
    <w:rsid w:val="005239A3"/>
    <w:rsid w:val="0053247B"/>
    <w:rsid w:val="00532B21"/>
    <w:rsid w:val="00533058"/>
    <w:rsid w:val="0054056F"/>
    <w:rsid w:val="0054408D"/>
    <w:rsid w:val="0054558F"/>
    <w:rsid w:val="00545756"/>
    <w:rsid w:val="00550416"/>
    <w:rsid w:val="005551AF"/>
    <w:rsid w:val="005576FD"/>
    <w:rsid w:val="00557DBA"/>
    <w:rsid w:val="00557DCA"/>
    <w:rsid w:val="00563C5B"/>
    <w:rsid w:val="00563F6A"/>
    <w:rsid w:val="0056406E"/>
    <w:rsid w:val="00565FA2"/>
    <w:rsid w:val="00571271"/>
    <w:rsid w:val="00571834"/>
    <w:rsid w:val="00573DD8"/>
    <w:rsid w:val="00577798"/>
    <w:rsid w:val="00585771"/>
    <w:rsid w:val="005878ED"/>
    <w:rsid w:val="005963DF"/>
    <w:rsid w:val="00597D8A"/>
    <w:rsid w:val="005A007F"/>
    <w:rsid w:val="005A1E3B"/>
    <w:rsid w:val="005B51DC"/>
    <w:rsid w:val="005B5C50"/>
    <w:rsid w:val="005B6503"/>
    <w:rsid w:val="005C4008"/>
    <w:rsid w:val="005C631D"/>
    <w:rsid w:val="005C6C42"/>
    <w:rsid w:val="005D28B0"/>
    <w:rsid w:val="005D2961"/>
    <w:rsid w:val="005D38FB"/>
    <w:rsid w:val="005D4B42"/>
    <w:rsid w:val="005D649F"/>
    <w:rsid w:val="005E2165"/>
    <w:rsid w:val="005E223E"/>
    <w:rsid w:val="005E4540"/>
    <w:rsid w:val="005E62F3"/>
    <w:rsid w:val="005E6344"/>
    <w:rsid w:val="005E794D"/>
    <w:rsid w:val="005E7C5D"/>
    <w:rsid w:val="005F4120"/>
    <w:rsid w:val="005F693C"/>
    <w:rsid w:val="00603FDF"/>
    <w:rsid w:val="006103E2"/>
    <w:rsid w:val="006143CF"/>
    <w:rsid w:val="00615543"/>
    <w:rsid w:val="00616B01"/>
    <w:rsid w:val="0062262A"/>
    <w:rsid w:val="00622DD3"/>
    <w:rsid w:val="006317A6"/>
    <w:rsid w:val="00631DB0"/>
    <w:rsid w:val="00635FC7"/>
    <w:rsid w:val="0063686B"/>
    <w:rsid w:val="0064099F"/>
    <w:rsid w:val="00644556"/>
    <w:rsid w:val="00653096"/>
    <w:rsid w:val="006541FD"/>
    <w:rsid w:val="00660B2A"/>
    <w:rsid w:val="00663F56"/>
    <w:rsid w:val="00665275"/>
    <w:rsid w:val="006666B8"/>
    <w:rsid w:val="0066755C"/>
    <w:rsid w:val="006676B7"/>
    <w:rsid w:val="006678F8"/>
    <w:rsid w:val="00670833"/>
    <w:rsid w:val="0067296F"/>
    <w:rsid w:val="00673413"/>
    <w:rsid w:val="006738B4"/>
    <w:rsid w:val="00674C11"/>
    <w:rsid w:val="00674EF3"/>
    <w:rsid w:val="006764BF"/>
    <w:rsid w:val="006805E9"/>
    <w:rsid w:val="006806FE"/>
    <w:rsid w:val="006807CD"/>
    <w:rsid w:val="006832DE"/>
    <w:rsid w:val="00691B2D"/>
    <w:rsid w:val="006A0938"/>
    <w:rsid w:val="006A09C8"/>
    <w:rsid w:val="006A22D5"/>
    <w:rsid w:val="006A24CF"/>
    <w:rsid w:val="006C27B1"/>
    <w:rsid w:val="006C5752"/>
    <w:rsid w:val="006C5ED8"/>
    <w:rsid w:val="006D1283"/>
    <w:rsid w:val="006D2718"/>
    <w:rsid w:val="006D665B"/>
    <w:rsid w:val="006D6EE8"/>
    <w:rsid w:val="006E1B0A"/>
    <w:rsid w:val="006E2EC2"/>
    <w:rsid w:val="006E444E"/>
    <w:rsid w:val="006E75E5"/>
    <w:rsid w:val="006F0745"/>
    <w:rsid w:val="006F1036"/>
    <w:rsid w:val="006F15AF"/>
    <w:rsid w:val="006F3761"/>
    <w:rsid w:val="006F7B27"/>
    <w:rsid w:val="00706E39"/>
    <w:rsid w:val="007153E4"/>
    <w:rsid w:val="00716C0C"/>
    <w:rsid w:val="00717AEB"/>
    <w:rsid w:val="007213C9"/>
    <w:rsid w:val="00721474"/>
    <w:rsid w:val="0072327B"/>
    <w:rsid w:val="00724F8A"/>
    <w:rsid w:val="007251A4"/>
    <w:rsid w:val="0072739A"/>
    <w:rsid w:val="00736934"/>
    <w:rsid w:val="007374F2"/>
    <w:rsid w:val="00737CCE"/>
    <w:rsid w:val="00741E38"/>
    <w:rsid w:val="00743E2B"/>
    <w:rsid w:val="0074783A"/>
    <w:rsid w:val="0075112A"/>
    <w:rsid w:val="007514E2"/>
    <w:rsid w:val="00755530"/>
    <w:rsid w:val="00757F61"/>
    <w:rsid w:val="00761428"/>
    <w:rsid w:val="00761EBB"/>
    <w:rsid w:val="007624C1"/>
    <w:rsid w:val="00764BCF"/>
    <w:rsid w:val="00770BBB"/>
    <w:rsid w:val="00775D99"/>
    <w:rsid w:val="00776B0D"/>
    <w:rsid w:val="0078015A"/>
    <w:rsid w:val="00781B4F"/>
    <w:rsid w:val="007831A0"/>
    <w:rsid w:val="00786B06"/>
    <w:rsid w:val="007879C5"/>
    <w:rsid w:val="00790E47"/>
    <w:rsid w:val="007931CD"/>
    <w:rsid w:val="00794DC3"/>
    <w:rsid w:val="0079539F"/>
    <w:rsid w:val="007968E7"/>
    <w:rsid w:val="007A1FFA"/>
    <w:rsid w:val="007A4492"/>
    <w:rsid w:val="007A5A5F"/>
    <w:rsid w:val="007A793C"/>
    <w:rsid w:val="007B2C1D"/>
    <w:rsid w:val="007B2D0C"/>
    <w:rsid w:val="007B521F"/>
    <w:rsid w:val="007B6362"/>
    <w:rsid w:val="007B6C4C"/>
    <w:rsid w:val="007C37E3"/>
    <w:rsid w:val="007C5267"/>
    <w:rsid w:val="007C582D"/>
    <w:rsid w:val="007D0772"/>
    <w:rsid w:val="007D4103"/>
    <w:rsid w:val="007D6273"/>
    <w:rsid w:val="007E0AFB"/>
    <w:rsid w:val="007E6B7E"/>
    <w:rsid w:val="007E72E8"/>
    <w:rsid w:val="007F2165"/>
    <w:rsid w:val="007F2E31"/>
    <w:rsid w:val="007F3A99"/>
    <w:rsid w:val="007F7C37"/>
    <w:rsid w:val="00802C7B"/>
    <w:rsid w:val="00803307"/>
    <w:rsid w:val="00804C3A"/>
    <w:rsid w:val="00804D7D"/>
    <w:rsid w:val="008050AF"/>
    <w:rsid w:val="00806D1D"/>
    <w:rsid w:val="00806E7A"/>
    <w:rsid w:val="0080761A"/>
    <w:rsid w:val="00812765"/>
    <w:rsid w:val="00812942"/>
    <w:rsid w:val="008136E4"/>
    <w:rsid w:val="0081783C"/>
    <w:rsid w:val="008212A6"/>
    <w:rsid w:val="00823220"/>
    <w:rsid w:val="0083252D"/>
    <w:rsid w:val="0083271B"/>
    <w:rsid w:val="008336D4"/>
    <w:rsid w:val="00837540"/>
    <w:rsid w:val="00843348"/>
    <w:rsid w:val="008503A1"/>
    <w:rsid w:val="008508E5"/>
    <w:rsid w:val="008511AF"/>
    <w:rsid w:val="0085224D"/>
    <w:rsid w:val="0085306B"/>
    <w:rsid w:val="008530DA"/>
    <w:rsid w:val="00855FF6"/>
    <w:rsid w:val="008607C1"/>
    <w:rsid w:val="008619AF"/>
    <w:rsid w:val="0087320A"/>
    <w:rsid w:val="00874AEB"/>
    <w:rsid w:val="00880034"/>
    <w:rsid w:val="00885656"/>
    <w:rsid w:val="0089075F"/>
    <w:rsid w:val="00892E8C"/>
    <w:rsid w:val="00895F6B"/>
    <w:rsid w:val="008960EF"/>
    <w:rsid w:val="008A242B"/>
    <w:rsid w:val="008A3E3B"/>
    <w:rsid w:val="008A6227"/>
    <w:rsid w:val="008A62A6"/>
    <w:rsid w:val="008B0AF2"/>
    <w:rsid w:val="008B253C"/>
    <w:rsid w:val="008B26A1"/>
    <w:rsid w:val="008B6B69"/>
    <w:rsid w:val="008C0A01"/>
    <w:rsid w:val="008C176A"/>
    <w:rsid w:val="008C33D2"/>
    <w:rsid w:val="008C55EF"/>
    <w:rsid w:val="008D3B5C"/>
    <w:rsid w:val="008E07E3"/>
    <w:rsid w:val="008E5435"/>
    <w:rsid w:val="008E59FC"/>
    <w:rsid w:val="008F5D3C"/>
    <w:rsid w:val="00904DA4"/>
    <w:rsid w:val="00906962"/>
    <w:rsid w:val="00906ED3"/>
    <w:rsid w:val="00910171"/>
    <w:rsid w:val="00910B61"/>
    <w:rsid w:val="00911583"/>
    <w:rsid w:val="009115C7"/>
    <w:rsid w:val="009128B7"/>
    <w:rsid w:val="009129FB"/>
    <w:rsid w:val="00913850"/>
    <w:rsid w:val="0092004E"/>
    <w:rsid w:val="0092101B"/>
    <w:rsid w:val="00923761"/>
    <w:rsid w:val="0092571A"/>
    <w:rsid w:val="00925B68"/>
    <w:rsid w:val="0092632B"/>
    <w:rsid w:val="00926E32"/>
    <w:rsid w:val="00934360"/>
    <w:rsid w:val="00936DC6"/>
    <w:rsid w:val="0093755D"/>
    <w:rsid w:val="009427D5"/>
    <w:rsid w:val="0094723C"/>
    <w:rsid w:val="00947E7A"/>
    <w:rsid w:val="00950161"/>
    <w:rsid w:val="009516CE"/>
    <w:rsid w:val="00961A28"/>
    <w:rsid w:val="00963878"/>
    <w:rsid w:val="0096562D"/>
    <w:rsid w:val="00967CF6"/>
    <w:rsid w:val="0097113D"/>
    <w:rsid w:val="009739A2"/>
    <w:rsid w:val="009767EB"/>
    <w:rsid w:val="00985303"/>
    <w:rsid w:val="00986606"/>
    <w:rsid w:val="00986A8F"/>
    <w:rsid w:val="00987438"/>
    <w:rsid w:val="0099182D"/>
    <w:rsid w:val="00993690"/>
    <w:rsid w:val="00997BE7"/>
    <w:rsid w:val="009A0198"/>
    <w:rsid w:val="009A1B38"/>
    <w:rsid w:val="009A3E30"/>
    <w:rsid w:val="009A6A68"/>
    <w:rsid w:val="009A7822"/>
    <w:rsid w:val="009B08B7"/>
    <w:rsid w:val="009B26A8"/>
    <w:rsid w:val="009C103B"/>
    <w:rsid w:val="009C1AF3"/>
    <w:rsid w:val="009C1D93"/>
    <w:rsid w:val="009C483D"/>
    <w:rsid w:val="009C70E6"/>
    <w:rsid w:val="009C7A8B"/>
    <w:rsid w:val="009D0686"/>
    <w:rsid w:val="009D169D"/>
    <w:rsid w:val="009D231E"/>
    <w:rsid w:val="009D32EC"/>
    <w:rsid w:val="009D4857"/>
    <w:rsid w:val="009D4C85"/>
    <w:rsid w:val="009D51B2"/>
    <w:rsid w:val="009F0073"/>
    <w:rsid w:val="009F037A"/>
    <w:rsid w:val="009F0833"/>
    <w:rsid w:val="009F3B19"/>
    <w:rsid w:val="00A00D0D"/>
    <w:rsid w:val="00A031E1"/>
    <w:rsid w:val="00A037B4"/>
    <w:rsid w:val="00A10FA6"/>
    <w:rsid w:val="00A12EFC"/>
    <w:rsid w:val="00A13A0C"/>
    <w:rsid w:val="00A1488A"/>
    <w:rsid w:val="00A14D82"/>
    <w:rsid w:val="00A15F9A"/>
    <w:rsid w:val="00A24C2B"/>
    <w:rsid w:val="00A326A0"/>
    <w:rsid w:val="00A3383F"/>
    <w:rsid w:val="00A37889"/>
    <w:rsid w:val="00A47BE1"/>
    <w:rsid w:val="00A51D54"/>
    <w:rsid w:val="00A54E14"/>
    <w:rsid w:val="00A61479"/>
    <w:rsid w:val="00A6303F"/>
    <w:rsid w:val="00A64434"/>
    <w:rsid w:val="00A650CB"/>
    <w:rsid w:val="00A6519E"/>
    <w:rsid w:val="00A65711"/>
    <w:rsid w:val="00A6710E"/>
    <w:rsid w:val="00A74624"/>
    <w:rsid w:val="00A75048"/>
    <w:rsid w:val="00A81A99"/>
    <w:rsid w:val="00A84054"/>
    <w:rsid w:val="00A85C8B"/>
    <w:rsid w:val="00A87782"/>
    <w:rsid w:val="00A906E8"/>
    <w:rsid w:val="00A90FB8"/>
    <w:rsid w:val="00A91EF0"/>
    <w:rsid w:val="00A9286A"/>
    <w:rsid w:val="00A92FA7"/>
    <w:rsid w:val="00A9422F"/>
    <w:rsid w:val="00A95399"/>
    <w:rsid w:val="00A95721"/>
    <w:rsid w:val="00A97985"/>
    <w:rsid w:val="00A97D0C"/>
    <w:rsid w:val="00AA5025"/>
    <w:rsid w:val="00AA5BB7"/>
    <w:rsid w:val="00AA5D94"/>
    <w:rsid w:val="00AA6535"/>
    <w:rsid w:val="00AB5C0A"/>
    <w:rsid w:val="00AB7CF2"/>
    <w:rsid w:val="00AC3AAB"/>
    <w:rsid w:val="00AC3ABF"/>
    <w:rsid w:val="00AC6362"/>
    <w:rsid w:val="00AD1549"/>
    <w:rsid w:val="00AD5665"/>
    <w:rsid w:val="00AD6A1E"/>
    <w:rsid w:val="00AD6E3E"/>
    <w:rsid w:val="00AE072D"/>
    <w:rsid w:val="00AE2307"/>
    <w:rsid w:val="00AE6BC5"/>
    <w:rsid w:val="00AE7F01"/>
    <w:rsid w:val="00AF0DAC"/>
    <w:rsid w:val="00B0280F"/>
    <w:rsid w:val="00B0389E"/>
    <w:rsid w:val="00B03D93"/>
    <w:rsid w:val="00B04CE4"/>
    <w:rsid w:val="00B05075"/>
    <w:rsid w:val="00B20821"/>
    <w:rsid w:val="00B24418"/>
    <w:rsid w:val="00B33A14"/>
    <w:rsid w:val="00B33EDF"/>
    <w:rsid w:val="00B33F34"/>
    <w:rsid w:val="00B350E1"/>
    <w:rsid w:val="00B35FB2"/>
    <w:rsid w:val="00B411DD"/>
    <w:rsid w:val="00B415BE"/>
    <w:rsid w:val="00B4168F"/>
    <w:rsid w:val="00B44F16"/>
    <w:rsid w:val="00B47C57"/>
    <w:rsid w:val="00B55B80"/>
    <w:rsid w:val="00B5718E"/>
    <w:rsid w:val="00B6034A"/>
    <w:rsid w:val="00B627B4"/>
    <w:rsid w:val="00B64E0C"/>
    <w:rsid w:val="00B65F6B"/>
    <w:rsid w:val="00B6711E"/>
    <w:rsid w:val="00B6747D"/>
    <w:rsid w:val="00B7416E"/>
    <w:rsid w:val="00B75AF3"/>
    <w:rsid w:val="00B765A8"/>
    <w:rsid w:val="00B77FB6"/>
    <w:rsid w:val="00B80501"/>
    <w:rsid w:val="00B82918"/>
    <w:rsid w:val="00B8425A"/>
    <w:rsid w:val="00B856FB"/>
    <w:rsid w:val="00B85D0E"/>
    <w:rsid w:val="00B9056F"/>
    <w:rsid w:val="00B90D4E"/>
    <w:rsid w:val="00B923B6"/>
    <w:rsid w:val="00B9261B"/>
    <w:rsid w:val="00B93E72"/>
    <w:rsid w:val="00B94482"/>
    <w:rsid w:val="00B95FC8"/>
    <w:rsid w:val="00B962E0"/>
    <w:rsid w:val="00B97CE5"/>
    <w:rsid w:val="00B97FA8"/>
    <w:rsid w:val="00BA13CC"/>
    <w:rsid w:val="00BA22C3"/>
    <w:rsid w:val="00BA2758"/>
    <w:rsid w:val="00BA55C6"/>
    <w:rsid w:val="00BA560F"/>
    <w:rsid w:val="00BB47CE"/>
    <w:rsid w:val="00BB63A0"/>
    <w:rsid w:val="00BC2DAB"/>
    <w:rsid w:val="00BC7EB6"/>
    <w:rsid w:val="00BD0E7F"/>
    <w:rsid w:val="00BD5318"/>
    <w:rsid w:val="00BE11A2"/>
    <w:rsid w:val="00BE13A1"/>
    <w:rsid w:val="00BE2F9E"/>
    <w:rsid w:val="00BE596F"/>
    <w:rsid w:val="00BF08D7"/>
    <w:rsid w:val="00BF1FCA"/>
    <w:rsid w:val="00BF3F9C"/>
    <w:rsid w:val="00BF58C7"/>
    <w:rsid w:val="00BF73BD"/>
    <w:rsid w:val="00C02D68"/>
    <w:rsid w:val="00C03CC9"/>
    <w:rsid w:val="00C05966"/>
    <w:rsid w:val="00C05A62"/>
    <w:rsid w:val="00C068EC"/>
    <w:rsid w:val="00C077C5"/>
    <w:rsid w:val="00C107F6"/>
    <w:rsid w:val="00C111A0"/>
    <w:rsid w:val="00C1505B"/>
    <w:rsid w:val="00C16E9A"/>
    <w:rsid w:val="00C22E93"/>
    <w:rsid w:val="00C23E01"/>
    <w:rsid w:val="00C32968"/>
    <w:rsid w:val="00C36D86"/>
    <w:rsid w:val="00C37337"/>
    <w:rsid w:val="00C40257"/>
    <w:rsid w:val="00C43E04"/>
    <w:rsid w:val="00C44EA2"/>
    <w:rsid w:val="00C44F59"/>
    <w:rsid w:val="00C4503D"/>
    <w:rsid w:val="00C50D0C"/>
    <w:rsid w:val="00C517C6"/>
    <w:rsid w:val="00C52593"/>
    <w:rsid w:val="00C54136"/>
    <w:rsid w:val="00C5498C"/>
    <w:rsid w:val="00C54F09"/>
    <w:rsid w:val="00C618FC"/>
    <w:rsid w:val="00C61BF2"/>
    <w:rsid w:val="00C62862"/>
    <w:rsid w:val="00C63258"/>
    <w:rsid w:val="00C649C7"/>
    <w:rsid w:val="00C64CF4"/>
    <w:rsid w:val="00C723CE"/>
    <w:rsid w:val="00C7631E"/>
    <w:rsid w:val="00C76633"/>
    <w:rsid w:val="00C77A8E"/>
    <w:rsid w:val="00C81404"/>
    <w:rsid w:val="00C81633"/>
    <w:rsid w:val="00C87ED3"/>
    <w:rsid w:val="00CA3EE6"/>
    <w:rsid w:val="00CA769C"/>
    <w:rsid w:val="00CB0473"/>
    <w:rsid w:val="00CB0B8D"/>
    <w:rsid w:val="00CB197B"/>
    <w:rsid w:val="00CB1F22"/>
    <w:rsid w:val="00CC087E"/>
    <w:rsid w:val="00CC7CAD"/>
    <w:rsid w:val="00CD1236"/>
    <w:rsid w:val="00CD5297"/>
    <w:rsid w:val="00CD534E"/>
    <w:rsid w:val="00CE3367"/>
    <w:rsid w:val="00CE5ACC"/>
    <w:rsid w:val="00CE72AF"/>
    <w:rsid w:val="00CF1459"/>
    <w:rsid w:val="00CF1CFD"/>
    <w:rsid w:val="00D003E0"/>
    <w:rsid w:val="00D006CA"/>
    <w:rsid w:val="00D01F40"/>
    <w:rsid w:val="00D0382B"/>
    <w:rsid w:val="00D03F16"/>
    <w:rsid w:val="00D0590C"/>
    <w:rsid w:val="00D05AE3"/>
    <w:rsid w:val="00D06388"/>
    <w:rsid w:val="00D10D53"/>
    <w:rsid w:val="00D120AC"/>
    <w:rsid w:val="00D12730"/>
    <w:rsid w:val="00D15DAA"/>
    <w:rsid w:val="00D160FB"/>
    <w:rsid w:val="00D22C0B"/>
    <w:rsid w:val="00D25C07"/>
    <w:rsid w:val="00D300EE"/>
    <w:rsid w:val="00D33B2E"/>
    <w:rsid w:val="00D402AE"/>
    <w:rsid w:val="00D4187B"/>
    <w:rsid w:val="00D44629"/>
    <w:rsid w:val="00D475BD"/>
    <w:rsid w:val="00D47EE3"/>
    <w:rsid w:val="00D516F7"/>
    <w:rsid w:val="00D51A9E"/>
    <w:rsid w:val="00D51E11"/>
    <w:rsid w:val="00D576DC"/>
    <w:rsid w:val="00D62DA5"/>
    <w:rsid w:val="00D630ED"/>
    <w:rsid w:val="00D64587"/>
    <w:rsid w:val="00D67257"/>
    <w:rsid w:val="00D67BF4"/>
    <w:rsid w:val="00D70560"/>
    <w:rsid w:val="00D707BE"/>
    <w:rsid w:val="00D76E42"/>
    <w:rsid w:val="00D807C7"/>
    <w:rsid w:val="00D82B93"/>
    <w:rsid w:val="00D837EF"/>
    <w:rsid w:val="00D84B27"/>
    <w:rsid w:val="00D84E4C"/>
    <w:rsid w:val="00D92366"/>
    <w:rsid w:val="00D93640"/>
    <w:rsid w:val="00D95839"/>
    <w:rsid w:val="00D9788E"/>
    <w:rsid w:val="00DA1668"/>
    <w:rsid w:val="00DA4EB4"/>
    <w:rsid w:val="00DB5DE9"/>
    <w:rsid w:val="00DC02C0"/>
    <w:rsid w:val="00DC0BD1"/>
    <w:rsid w:val="00DC1553"/>
    <w:rsid w:val="00DC45AA"/>
    <w:rsid w:val="00DC556D"/>
    <w:rsid w:val="00DC57BC"/>
    <w:rsid w:val="00DD1E34"/>
    <w:rsid w:val="00DE20B1"/>
    <w:rsid w:val="00DE3C5C"/>
    <w:rsid w:val="00DE4A7D"/>
    <w:rsid w:val="00DE4C83"/>
    <w:rsid w:val="00DE4E2A"/>
    <w:rsid w:val="00DF14F4"/>
    <w:rsid w:val="00DF169F"/>
    <w:rsid w:val="00DF33DB"/>
    <w:rsid w:val="00DF3F6B"/>
    <w:rsid w:val="00E00E19"/>
    <w:rsid w:val="00E01252"/>
    <w:rsid w:val="00E10897"/>
    <w:rsid w:val="00E1095A"/>
    <w:rsid w:val="00E10DEE"/>
    <w:rsid w:val="00E17CED"/>
    <w:rsid w:val="00E20E1F"/>
    <w:rsid w:val="00E24218"/>
    <w:rsid w:val="00E277FC"/>
    <w:rsid w:val="00E35287"/>
    <w:rsid w:val="00E356AF"/>
    <w:rsid w:val="00E3658E"/>
    <w:rsid w:val="00E36726"/>
    <w:rsid w:val="00E3698C"/>
    <w:rsid w:val="00E36ED2"/>
    <w:rsid w:val="00E3778D"/>
    <w:rsid w:val="00E37C8D"/>
    <w:rsid w:val="00E43ABF"/>
    <w:rsid w:val="00E4419F"/>
    <w:rsid w:val="00E46E8F"/>
    <w:rsid w:val="00E475B7"/>
    <w:rsid w:val="00E47A92"/>
    <w:rsid w:val="00E505A5"/>
    <w:rsid w:val="00E5318A"/>
    <w:rsid w:val="00E561D3"/>
    <w:rsid w:val="00E57B0F"/>
    <w:rsid w:val="00E64243"/>
    <w:rsid w:val="00E64FCB"/>
    <w:rsid w:val="00E7054B"/>
    <w:rsid w:val="00E746C9"/>
    <w:rsid w:val="00E77E1F"/>
    <w:rsid w:val="00E8238D"/>
    <w:rsid w:val="00E837B9"/>
    <w:rsid w:val="00E84A59"/>
    <w:rsid w:val="00E9130E"/>
    <w:rsid w:val="00E953C4"/>
    <w:rsid w:val="00E96A25"/>
    <w:rsid w:val="00EA3B3F"/>
    <w:rsid w:val="00EB07BD"/>
    <w:rsid w:val="00EB4A25"/>
    <w:rsid w:val="00EB4A8A"/>
    <w:rsid w:val="00EB556C"/>
    <w:rsid w:val="00EB6300"/>
    <w:rsid w:val="00EB7143"/>
    <w:rsid w:val="00EC1596"/>
    <w:rsid w:val="00EC3F54"/>
    <w:rsid w:val="00EC46ED"/>
    <w:rsid w:val="00EC5962"/>
    <w:rsid w:val="00EC6CD8"/>
    <w:rsid w:val="00ED0179"/>
    <w:rsid w:val="00ED0E58"/>
    <w:rsid w:val="00ED2B13"/>
    <w:rsid w:val="00ED3CFF"/>
    <w:rsid w:val="00ED504E"/>
    <w:rsid w:val="00ED61B4"/>
    <w:rsid w:val="00ED7EA0"/>
    <w:rsid w:val="00EE0B3E"/>
    <w:rsid w:val="00EE33C7"/>
    <w:rsid w:val="00EE3A0F"/>
    <w:rsid w:val="00EE3E9B"/>
    <w:rsid w:val="00EE5BE8"/>
    <w:rsid w:val="00EF19AC"/>
    <w:rsid w:val="00EF1A35"/>
    <w:rsid w:val="00EF2855"/>
    <w:rsid w:val="00EF3992"/>
    <w:rsid w:val="00EF4563"/>
    <w:rsid w:val="00F0407A"/>
    <w:rsid w:val="00F061CE"/>
    <w:rsid w:val="00F069EB"/>
    <w:rsid w:val="00F07677"/>
    <w:rsid w:val="00F07B6A"/>
    <w:rsid w:val="00F10A0D"/>
    <w:rsid w:val="00F16F7B"/>
    <w:rsid w:val="00F170F1"/>
    <w:rsid w:val="00F2299D"/>
    <w:rsid w:val="00F229D9"/>
    <w:rsid w:val="00F3048D"/>
    <w:rsid w:val="00F3277F"/>
    <w:rsid w:val="00F33BC9"/>
    <w:rsid w:val="00F34FE6"/>
    <w:rsid w:val="00F406F3"/>
    <w:rsid w:val="00F44CDE"/>
    <w:rsid w:val="00F45D39"/>
    <w:rsid w:val="00F46354"/>
    <w:rsid w:val="00F561C6"/>
    <w:rsid w:val="00F60495"/>
    <w:rsid w:val="00F61F8A"/>
    <w:rsid w:val="00F62895"/>
    <w:rsid w:val="00F6473F"/>
    <w:rsid w:val="00F649B7"/>
    <w:rsid w:val="00F670D5"/>
    <w:rsid w:val="00F70EE4"/>
    <w:rsid w:val="00F744E2"/>
    <w:rsid w:val="00F75117"/>
    <w:rsid w:val="00F75692"/>
    <w:rsid w:val="00F76A2D"/>
    <w:rsid w:val="00F770E6"/>
    <w:rsid w:val="00F81536"/>
    <w:rsid w:val="00F81C47"/>
    <w:rsid w:val="00F8519E"/>
    <w:rsid w:val="00F90357"/>
    <w:rsid w:val="00F916CA"/>
    <w:rsid w:val="00F91E3D"/>
    <w:rsid w:val="00FA2F3B"/>
    <w:rsid w:val="00FB27B3"/>
    <w:rsid w:val="00FB3CEE"/>
    <w:rsid w:val="00FB3E0B"/>
    <w:rsid w:val="00FC118B"/>
    <w:rsid w:val="00FC1F36"/>
    <w:rsid w:val="00FC3778"/>
    <w:rsid w:val="00FC4866"/>
    <w:rsid w:val="00FC76D6"/>
    <w:rsid w:val="00FD2C5D"/>
    <w:rsid w:val="00FD3073"/>
    <w:rsid w:val="00FD335B"/>
    <w:rsid w:val="00FD4062"/>
    <w:rsid w:val="00FD4867"/>
    <w:rsid w:val="00FD5285"/>
    <w:rsid w:val="00FD56C4"/>
    <w:rsid w:val="00FD5CFC"/>
    <w:rsid w:val="00FD66C4"/>
    <w:rsid w:val="00FE17D5"/>
    <w:rsid w:val="00FE4752"/>
    <w:rsid w:val="00FF31B4"/>
    <w:rsid w:val="00FF3411"/>
    <w:rsid w:val="00FF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376CDC"/>
  <w14:defaultImageDpi w14:val="300"/>
  <w15:chartTrackingRefBased/>
  <w15:docId w15:val="{EEAD0D06-9C01-43B5-ACA9-123B1581C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Listemoyenne2-Accent41">
    <w:name w:val="Liste moyenne 2 - Accent 4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customStyle="1" w:styleId="t27">
    <w:name w:val="t27"/>
    <w:basedOn w:val="Normal"/>
    <w:rsid w:val="009C483D"/>
    <w:pPr>
      <w:widowControl w:val="0"/>
      <w:spacing w:line="240" w:lineRule="atLeast"/>
    </w:pPr>
    <w:rPr>
      <w:rFonts w:ascii="Times New Roman" w:hAnsi="Times New Roman" w:cs="Times New Roman"/>
      <w:color w:val="auto"/>
      <w:sz w:val="24"/>
      <w:szCs w:val="20"/>
    </w:rPr>
  </w:style>
  <w:style w:type="character" w:customStyle="1" w:styleId="apple-converted-space">
    <w:name w:val="apple-converted-space"/>
    <w:rsid w:val="007213C9"/>
  </w:style>
  <w:style w:type="character" w:customStyle="1" w:styleId="mord">
    <w:name w:val="mord"/>
    <w:rsid w:val="00ED7EA0"/>
  </w:style>
  <w:style w:type="character" w:customStyle="1" w:styleId="mrel">
    <w:name w:val="mrel"/>
    <w:rsid w:val="00ED7EA0"/>
  </w:style>
  <w:style w:type="character" w:customStyle="1" w:styleId="mbin">
    <w:name w:val="mbin"/>
    <w:rsid w:val="00ED7EA0"/>
  </w:style>
  <w:style w:type="character" w:customStyle="1" w:styleId="mopen">
    <w:name w:val="mopen"/>
    <w:rsid w:val="00ED7EA0"/>
  </w:style>
  <w:style w:type="character" w:customStyle="1" w:styleId="mclose">
    <w:name w:val="mclose"/>
    <w:rsid w:val="00ED7EA0"/>
  </w:style>
  <w:style w:type="character" w:customStyle="1" w:styleId="e24kjd">
    <w:name w:val="e24kjd"/>
    <w:rsid w:val="00CB0B8D"/>
  </w:style>
  <w:style w:type="character" w:styleId="Marquedecommentaire">
    <w:name w:val="annotation reference"/>
    <w:rsid w:val="007374F2"/>
    <w:rPr>
      <w:sz w:val="16"/>
      <w:szCs w:val="16"/>
    </w:rPr>
  </w:style>
  <w:style w:type="paragraph" w:styleId="Commentaire">
    <w:name w:val="annotation text"/>
    <w:basedOn w:val="Normal"/>
    <w:link w:val="CommentaireCar"/>
    <w:rsid w:val="007374F2"/>
    <w:rPr>
      <w:szCs w:val="20"/>
    </w:rPr>
  </w:style>
  <w:style w:type="character" w:customStyle="1" w:styleId="CommentaireCar">
    <w:name w:val="Commentaire Car"/>
    <w:link w:val="Commentaire"/>
    <w:rsid w:val="007374F2"/>
    <w:rPr>
      <w:rFonts w:ascii="Arial" w:hAnsi="Arial" w:cs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rsid w:val="007374F2"/>
    <w:rPr>
      <w:b/>
      <w:bCs/>
    </w:rPr>
  </w:style>
  <w:style w:type="character" w:customStyle="1" w:styleId="ObjetducommentaireCar">
    <w:name w:val="Objet du commentaire Car"/>
    <w:link w:val="Objetducommentaire"/>
    <w:rsid w:val="007374F2"/>
    <w:rPr>
      <w:rFonts w:ascii="Arial" w:hAnsi="Arial" w:cs="Arial"/>
      <w:b/>
      <w:bCs/>
      <w:color w:val="000000"/>
    </w:rPr>
  </w:style>
  <w:style w:type="paragraph" w:styleId="Rvision">
    <w:name w:val="Revision"/>
    <w:hidden/>
    <w:uiPriority w:val="71"/>
    <w:rsid w:val="00A92FA7"/>
    <w:rPr>
      <w:rFonts w:ascii="Arial" w:hAnsi="Arial" w:cs="Arial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23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32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2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499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55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80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3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847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1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A6759-3D05-2840-AD44-5E2485330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4</TotalTime>
  <Pages>1</Pages>
  <Words>365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2373</CharactersWithSpaces>
  <SharedDoc>false</SharedDoc>
  <HLinks>
    <vt:vector size="6" baseType="variant">
      <vt:variant>
        <vt:i4>3604607</vt:i4>
      </vt:variant>
      <vt:variant>
        <vt:i4>36708</vt:i4>
      </vt:variant>
      <vt:variant>
        <vt:i4>1025</vt:i4>
      </vt:variant>
      <vt:variant>
        <vt:i4>1</vt:i4>
      </vt:variant>
      <vt:variant>
        <vt:lpwstr>Technique FFESSM - Logo quadri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Laurent MARCOUX</cp:lastModifiedBy>
  <cp:revision>2</cp:revision>
  <cp:lastPrinted>2020-07-16T15:23:00Z</cp:lastPrinted>
  <dcterms:created xsi:type="dcterms:W3CDTF">2024-12-15T12:08:00Z</dcterms:created>
  <dcterms:modified xsi:type="dcterms:W3CDTF">2024-12-15T12:08:00Z</dcterms:modified>
</cp:coreProperties>
</file>